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26"/>
        <w:tblW w:w="0" w:type="auto"/>
        <w:tblLook w:val="01E0" w:firstRow="1" w:lastRow="1" w:firstColumn="1" w:lastColumn="1" w:noHBand="0" w:noVBand="0"/>
      </w:tblPr>
      <w:tblGrid>
        <w:gridCol w:w="1965"/>
        <w:gridCol w:w="7661"/>
        <w:gridCol w:w="13"/>
      </w:tblGrid>
      <w:tr w:rsidR="003B7DF9" w:rsidTr="00261D9C">
        <w:trPr>
          <w:gridAfter w:val="1"/>
          <w:wAfter w:w="13" w:type="dxa"/>
        </w:trPr>
        <w:tc>
          <w:tcPr>
            <w:tcW w:w="1965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4910" w:rsidRDefault="003B7DF9" w:rsidP="006015A1"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661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F37BD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6015A1" w:rsidTr="00261D9C">
        <w:trPr>
          <w:gridAfter w:val="1"/>
          <w:wAfter w:w="13" w:type="dxa"/>
        </w:trPr>
        <w:tc>
          <w:tcPr>
            <w:tcW w:w="1965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6015A1">
            <w:pPr>
              <w:rPr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61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261D9C" w:rsidP="00F37BD1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                          </w:t>
            </w:r>
            <w:r w:rsidR="003B7DF9" w:rsidRPr="006015A1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6015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37BD1">
              <w:rPr>
                <w:rFonts w:ascii="Arial" w:hAnsi="Arial" w:cs="Arial"/>
                <w:sz w:val="18"/>
                <w:szCs w:val="18"/>
              </w:rPr>
              <w:t>82</w:t>
            </w:r>
          </w:p>
        </w:tc>
      </w:tr>
      <w:tr w:rsidR="003B7DF9" w:rsidRPr="006015A1" w:rsidTr="00261D9C">
        <w:trPr>
          <w:gridAfter w:val="1"/>
          <w:wAfter w:w="13" w:type="dxa"/>
        </w:trPr>
        <w:tc>
          <w:tcPr>
            <w:tcW w:w="1965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61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261D9C" w:rsidP="006015A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6015A1" w:rsidTr="00261D9C">
        <w:trPr>
          <w:gridAfter w:val="1"/>
          <w:wAfter w:w="13" w:type="dxa"/>
        </w:trPr>
        <w:tc>
          <w:tcPr>
            <w:tcW w:w="19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6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sz w:val="18"/>
                <w:szCs w:val="18"/>
              </w:rPr>
            </w:pPr>
            <w:r w:rsidRPr="006015A1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6015A1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6015A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37BD1">
              <w:rPr>
                <w:rFonts w:ascii="Arial" w:hAnsi="Arial" w:cs="Arial"/>
                <w:noProof/>
                <w:sz w:val="18"/>
                <w:szCs w:val="18"/>
              </w:rPr>
              <w:t>Monday, 20 July 2020</w:t>
            </w:r>
            <w:r w:rsidRPr="006015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31DE6" w:rsidRPr="006015A1" w:rsidTr="00261D9C">
        <w:trPr>
          <w:gridAfter w:val="1"/>
          <w:wAfter w:w="13" w:type="dxa"/>
        </w:trPr>
        <w:tc>
          <w:tcPr>
            <w:tcW w:w="19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31DE6" w:rsidRPr="006015A1" w:rsidRDefault="00431DE6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Ward/Dept.</w:t>
            </w:r>
          </w:p>
        </w:tc>
        <w:tc>
          <w:tcPr>
            <w:tcW w:w="76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31DE6" w:rsidRPr="006015A1" w:rsidRDefault="00261D9C" w:rsidP="00F37BD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6015A1" w:rsidTr="00261D9C">
        <w:trPr>
          <w:gridAfter w:val="1"/>
          <w:wAfter w:w="13" w:type="dxa"/>
        </w:trPr>
        <w:tc>
          <w:tcPr>
            <w:tcW w:w="19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6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261D9C" w:rsidP="006015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5497F" w:rsidRPr="006015A1" w:rsidTr="00261D9C">
        <w:trPr>
          <w:gridAfter w:val="1"/>
          <w:wAfter w:w="13" w:type="dxa"/>
        </w:trPr>
        <w:tc>
          <w:tcPr>
            <w:tcW w:w="19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497F" w:rsidRPr="006015A1" w:rsidRDefault="00F37BD1" w:rsidP="006015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Left leg claudication 100m.</w:t>
            </w:r>
          </w:p>
        </w:tc>
      </w:tr>
      <w:tr w:rsidR="003B7DF9" w:rsidRPr="006015A1" w:rsidTr="00261D9C">
        <w:trPr>
          <w:gridAfter w:val="1"/>
          <w:wAfter w:w="13" w:type="dxa"/>
        </w:trPr>
        <w:tc>
          <w:tcPr>
            <w:tcW w:w="962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6015A1" w:rsidRDefault="00E16319" w:rsidP="006015A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136169</wp:posOffset>
                      </wp:positionH>
                      <wp:positionV relativeFrom="paragraph">
                        <wp:posOffset>51968</wp:posOffset>
                      </wp:positionV>
                      <wp:extent cx="5681345" cy="5010785"/>
                      <wp:effectExtent l="0" t="0" r="14605" b="0"/>
                      <wp:wrapNone/>
                      <wp:docPr id="45" name="Group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81345" cy="5010785"/>
                                <a:chOff x="1401" y="3396"/>
                                <a:chExt cx="8947" cy="7891"/>
                              </a:xfrm>
                            </wpg:grpSpPr>
                            <wps:wsp>
                              <wps:cNvPr id="46" name="Freeform 23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357" y="10035"/>
                                  <a:ext cx="161" cy="307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23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098" y="5837"/>
                                  <a:ext cx="1010" cy="925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233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499" y="6756"/>
                                  <a:ext cx="531" cy="77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23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79" y="7364"/>
                                  <a:ext cx="1161" cy="3054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23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438" y="6880"/>
                                  <a:ext cx="1158" cy="3369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23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032" y="4064"/>
                                  <a:ext cx="1313" cy="6831"/>
                                </a:xfrm>
                                <a:custGeom>
                                  <a:avLst/>
                                  <a:gdLst>
                                    <a:gd name="T0" fmla="*/ 269 w 1094"/>
                                    <a:gd name="T1" fmla="*/ 490 h 5688"/>
                                    <a:gd name="T2" fmla="*/ 203 w 1094"/>
                                    <a:gd name="T3" fmla="*/ 28 h 5688"/>
                                    <a:gd name="T4" fmla="*/ 509 w 1094"/>
                                    <a:gd name="T5" fmla="*/ 658 h 5688"/>
                                    <a:gd name="T6" fmla="*/ 893 w 1094"/>
                                    <a:gd name="T7" fmla="*/ 1600 h 5688"/>
                                    <a:gd name="T8" fmla="*/ 1037 w 1094"/>
                                    <a:gd name="T9" fmla="*/ 2086 h 5688"/>
                                    <a:gd name="T10" fmla="*/ 1087 w 1094"/>
                                    <a:gd name="T11" fmla="*/ 2717 h 5688"/>
                                    <a:gd name="T12" fmla="*/ 994 w 1094"/>
                                    <a:gd name="T13" fmla="*/ 3005 h 5688"/>
                                    <a:gd name="T14" fmla="*/ 778 w 1094"/>
                                    <a:gd name="T15" fmla="*/ 3281 h 5688"/>
                                    <a:gd name="T16" fmla="*/ 595 w 1094"/>
                                    <a:gd name="T17" fmla="*/ 3740 h 5688"/>
                                    <a:gd name="T18" fmla="*/ 439 w 1094"/>
                                    <a:gd name="T19" fmla="*/ 4407 h 5688"/>
                                    <a:gd name="T20" fmla="*/ 171 w 1094"/>
                                    <a:gd name="T21" fmla="*/ 5060 h 5688"/>
                                    <a:gd name="T22" fmla="*/ 39 w 1094"/>
                                    <a:gd name="T23" fmla="*/ 5384 h 5688"/>
                                    <a:gd name="T24" fmla="*/ 10 w 1094"/>
                                    <a:gd name="T25" fmla="*/ 5561 h 5688"/>
                                    <a:gd name="T26" fmla="*/ 99 w 1094"/>
                                    <a:gd name="T27" fmla="*/ 5688 h 5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4" h="5688">
                                      <a:moveTo>
                                        <a:pt x="269" y="490"/>
                                      </a:moveTo>
                                      <a:cubicBezTo>
                                        <a:pt x="258" y="413"/>
                                        <a:pt x="163" y="0"/>
                                        <a:pt x="203" y="28"/>
                                      </a:cubicBezTo>
                                      <a:cubicBezTo>
                                        <a:pt x="243" y="56"/>
                                        <a:pt x="394" y="396"/>
                                        <a:pt x="509" y="658"/>
                                      </a:cubicBezTo>
                                      <a:cubicBezTo>
                                        <a:pt x="624" y="920"/>
                                        <a:pt x="805" y="1362"/>
                                        <a:pt x="893" y="1600"/>
                                      </a:cubicBezTo>
                                      <a:cubicBezTo>
                                        <a:pt x="981" y="1838"/>
                                        <a:pt x="1005" y="1900"/>
                                        <a:pt x="1037" y="2086"/>
                                      </a:cubicBezTo>
                                      <a:cubicBezTo>
                                        <a:pt x="1069" y="2272"/>
                                        <a:pt x="1094" y="2564"/>
                                        <a:pt x="1087" y="2717"/>
                                      </a:cubicBezTo>
                                      <a:cubicBezTo>
                                        <a:pt x="1080" y="2870"/>
                                        <a:pt x="1045" y="2911"/>
                                        <a:pt x="994" y="3005"/>
                                      </a:cubicBezTo>
                                      <a:cubicBezTo>
                                        <a:pt x="943" y="3099"/>
                                        <a:pt x="844" y="3159"/>
                                        <a:pt x="778" y="3281"/>
                                      </a:cubicBezTo>
                                      <a:cubicBezTo>
                                        <a:pt x="712" y="3403"/>
                                        <a:pt x="651" y="3552"/>
                                        <a:pt x="595" y="3740"/>
                                      </a:cubicBezTo>
                                      <a:cubicBezTo>
                                        <a:pt x="539" y="3928"/>
                                        <a:pt x="510" y="4187"/>
                                        <a:pt x="439" y="4407"/>
                                      </a:cubicBezTo>
                                      <a:cubicBezTo>
                                        <a:pt x="368" y="4627"/>
                                        <a:pt x="238" y="4897"/>
                                        <a:pt x="171" y="5060"/>
                                      </a:cubicBezTo>
                                      <a:cubicBezTo>
                                        <a:pt x="104" y="5223"/>
                                        <a:pt x="66" y="5301"/>
                                        <a:pt x="39" y="5384"/>
                                      </a:cubicBezTo>
                                      <a:cubicBezTo>
                                        <a:pt x="12" y="5467"/>
                                        <a:pt x="0" y="5510"/>
                                        <a:pt x="10" y="5561"/>
                                      </a:cubicBezTo>
                                      <a:cubicBezTo>
                                        <a:pt x="20" y="5612"/>
                                        <a:pt x="81" y="5662"/>
                                        <a:pt x="99" y="56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23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637" y="4725"/>
                                  <a:ext cx="1886" cy="922"/>
                                </a:xfrm>
                                <a:custGeom>
                                  <a:avLst/>
                                  <a:gdLst>
                                    <a:gd name="T0" fmla="*/ 1769 w 1886"/>
                                    <a:gd name="T1" fmla="*/ 273 h 922"/>
                                    <a:gd name="T2" fmla="*/ 1877 w 1886"/>
                                    <a:gd name="T3" fmla="*/ 39 h 922"/>
                                    <a:gd name="T4" fmla="*/ 1715 w 1886"/>
                                    <a:gd name="T5" fmla="*/ 39 h 922"/>
                                    <a:gd name="T6" fmla="*/ 1344 w 1886"/>
                                    <a:gd name="T7" fmla="*/ 132 h 922"/>
                                    <a:gd name="T8" fmla="*/ 756 w 1886"/>
                                    <a:gd name="T9" fmla="*/ 325 h 922"/>
                                    <a:gd name="T10" fmla="*/ 430 w 1886"/>
                                    <a:gd name="T11" fmla="*/ 568 h 922"/>
                                    <a:gd name="T12" fmla="*/ 0 w 1886"/>
                                    <a:gd name="T13" fmla="*/ 922 h 9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86" h="922">
                                      <a:moveTo>
                                        <a:pt x="1769" y="273"/>
                                      </a:moveTo>
                                      <a:cubicBezTo>
                                        <a:pt x="1786" y="234"/>
                                        <a:pt x="1886" y="78"/>
                                        <a:pt x="1877" y="39"/>
                                      </a:cubicBezTo>
                                      <a:cubicBezTo>
                                        <a:pt x="1868" y="0"/>
                                        <a:pt x="1804" y="24"/>
                                        <a:pt x="1715" y="39"/>
                                      </a:cubicBezTo>
                                      <a:cubicBezTo>
                                        <a:pt x="1626" y="54"/>
                                        <a:pt x="1504" y="84"/>
                                        <a:pt x="1344" y="132"/>
                                      </a:cubicBezTo>
                                      <a:cubicBezTo>
                                        <a:pt x="1184" y="180"/>
                                        <a:pt x="909" y="252"/>
                                        <a:pt x="756" y="325"/>
                                      </a:cubicBezTo>
                                      <a:cubicBezTo>
                                        <a:pt x="604" y="398"/>
                                        <a:pt x="556" y="468"/>
                                        <a:pt x="430" y="568"/>
                                      </a:cubicBezTo>
                                      <a:cubicBezTo>
                                        <a:pt x="303" y="667"/>
                                        <a:pt x="88" y="848"/>
                                        <a:pt x="0" y="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238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972" y="3952"/>
                                  <a:ext cx="581" cy="714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23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776" y="5456"/>
                                  <a:ext cx="221" cy="991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24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27" y="5626"/>
                                  <a:ext cx="185" cy="123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4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581" y="6227"/>
                                  <a:ext cx="277" cy="1091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4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177" y="4558"/>
                                  <a:ext cx="1199" cy="738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rnd" cmpd="sng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3480"/>
                                  <a:ext cx="6998" cy="6597"/>
                                </a:xfrm>
                                <a:custGeom>
                                  <a:avLst/>
                                  <a:gdLst>
                                    <a:gd name="T0" fmla="*/ 0 w 6998"/>
                                    <a:gd name="T1" fmla="*/ 0 h 6597"/>
                                    <a:gd name="T2" fmla="*/ 108 w 6998"/>
                                    <a:gd name="T3" fmla="*/ 312 h 6597"/>
                                    <a:gd name="T4" fmla="*/ 252 w 6998"/>
                                    <a:gd name="T5" fmla="*/ 594 h 6597"/>
                                    <a:gd name="T6" fmla="*/ 504 w 6998"/>
                                    <a:gd name="T7" fmla="*/ 836 h 6597"/>
                                    <a:gd name="T8" fmla="*/ 856 w 6998"/>
                                    <a:gd name="T9" fmla="*/ 1012 h 6597"/>
                                    <a:gd name="T10" fmla="*/ 1396 w 6998"/>
                                    <a:gd name="T11" fmla="*/ 1171 h 6597"/>
                                    <a:gd name="T12" fmla="*/ 1969 w 6998"/>
                                    <a:gd name="T13" fmla="*/ 1349 h 6597"/>
                                    <a:gd name="T14" fmla="*/ 2551 w 6998"/>
                                    <a:gd name="T15" fmla="*/ 1582 h 6597"/>
                                    <a:gd name="T16" fmla="*/ 3374 w 6998"/>
                                    <a:gd name="T17" fmla="*/ 1955 h 6597"/>
                                    <a:gd name="T18" fmla="*/ 4301 w 6998"/>
                                    <a:gd name="T19" fmla="*/ 2454 h 6597"/>
                                    <a:gd name="T20" fmla="*/ 4824 w 6998"/>
                                    <a:gd name="T21" fmla="*/ 2795 h 6597"/>
                                    <a:gd name="T22" fmla="*/ 5215 w 6998"/>
                                    <a:gd name="T23" fmla="*/ 3182 h 6597"/>
                                    <a:gd name="T24" fmla="*/ 5427 w 6998"/>
                                    <a:gd name="T25" fmla="*/ 3400 h 6597"/>
                                    <a:gd name="T26" fmla="*/ 5913 w 6998"/>
                                    <a:gd name="T27" fmla="*/ 3743 h 6597"/>
                                    <a:gd name="T28" fmla="*/ 6183 w 6998"/>
                                    <a:gd name="T29" fmla="*/ 4242 h 6597"/>
                                    <a:gd name="T30" fmla="*/ 6451 w 6998"/>
                                    <a:gd name="T31" fmla="*/ 5287 h 6597"/>
                                    <a:gd name="T32" fmla="*/ 6630 w 6998"/>
                                    <a:gd name="T33" fmla="*/ 6003 h 6597"/>
                                    <a:gd name="T34" fmla="*/ 6768 w 6998"/>
                                    <a:gd name="T35" fmla="*/ 6301 h 6597"/>
                                    <a:gd name="T36" fmla="*/ 6998 w 6998"/>
                                    <a:gd name="T37" fmla="*/ 6597 h 65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6998" h="6597">
                                      <a:moveTo>
                                        <a:pt x="0" y="0"/>
                                      </a:moveTo>
                                      <a:cubicBezTo>
                                        <a:pt x="20" y="52"/>
                                        <a:pt x="66" y="213"/>
                                        <a:pt x="108" y="312"/>
                                      </a:cubicBezTo>
                                      <a:cubicBezTo>
                                        <a:pt x="150" y="411"/>
                                        <a:pt x="186" y="507"/>
                                        <a:pt x="252" y="594"/>
                                      </a:cubicBezTo>
                                      <a:cubicBezTo>
                                        <a:pt x="318" y="681"/>
                                        <a:pt x="403" y="766"/>
                                        <a:pt x="504" y="836"/>
                                      </a:cubicBezTo>
                                      <a:cubicBezTo>
                                        <a:pt x="605" y="906"/>
                                        <a:pt x="707" y="956"/>
                                        <a:pt x="856" y="1012"/>
                                      </a:cubicBezTo>
                                      <a:cubicBezTo>
                                        <a:pt x="1005" y="1068"/>
                                        <a:pt x="1211" y="1115"/>
                                        <a:pt x="1396" y="1171"/>
                                      </a:cubicBezTo>
                                      <a:cubicBezTo>
                                        <a:pt x="1581" y="1227"/>
                                        <a:pt x="1775" y="1280"/>
                                        <a:pt x="1969" y="1349"/>
                                      </a:cubicBezTo>
                                      <a:cubicBezTo>
                                        <a:pt x="2161" y="1417"/>
                                        <a:pt x="2317" y="1481"/>
                                        <a:pt x="2551" y="1582"/>
                                      </a:cubicBezTo>
                                      <a:cubicBezTo>
                                        <a:pt x="2786" y="1684"/>
                                        <a:pt x="3082" y="1810"/>
                                        <a:pt x="3374" y="1955"/>
                                      </a:cubicBezTo>
                                      <a:cubicBezTo>
                                        <a:pt x="3664" y="2101"/>
                                        <a:pt x="4059" y="2314"/>
                                        <a:pt x="4301" y="2454"/>
                                      </a:cubicBezTo>
                                      <a:cubicBezTo>
                                        <a:pt x="4543" y="2594"/>
                                        <a:pt x="4671" y="2674"/>
                                        <a:pt x="4824" y="2795"/>
                                      </a:cubicBezTo>
                                      <a:cubicBezTo>
                                        <a:pt x="4976" y="2917"/>
                                        <a:pt x="5114" y="3081"/>
                                        <a:pt x="5215" y="3182"/>
                                      </a:cubicBezTo>
                                      <a:cubicBezTo>
                                        <a:pt x="5316" y="3283"/>
                                        <a:pt x="5310" y="3306"/>
                                        <a:pt x="5427" y="3400"/>
                                      </a:cubicBezTo>
                                      <a:cubicBezTo>
                                        <a:pt x="5543" y="3493"/>
                                        <a:pt x="5787" y="3603"/>
                                        <a:pt x="5913" y="3743"/>
                                      </a:cubicBezTo>
                                      <a:cubicBezTo>
                                        <a:pt x="6040" y="3884"/>
                                        <a:pt x="6093" y="3984"/>
                                        <a:pt x="6183" y="4242"/>
                                      </a:cubicBezTo>
                                      <a:cubicBezTo>
                                        <a:pt x="6272" y="4499"/>
                                        <a:pt x="6377" y="4994"/>
                                        <a:pt x="6451" y="5287"/>
                                      </a:cubicBezTo>
                                      <a:cubicBezTo>
                                        <a:pt x="6526" y="5581"/>
                                        <a:pt x="6577" y="5834"/>
                                        <a:pt x="6630" y="6003"/>
                                      </a:cubicBezTo>
                                      <a:cubicBezTo>
                                        <a:pt x="6683" y="6173"/>
                                        <a:pt x="6707" y="6202"/>
                                        <a:pt x="6768" y="6301"/>
                                      </a:cubicBezTo>
                                      <a:cubicBezTo>
                                        <a:pt x="6829" y="6401"/>
                                        <a:pt x="6950" y="6536"/>
                                        <a:pt x="6998" y="6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4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9883" y="10500"/>
                                  <a:ext cx="279" cy="166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4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595" y="10612"/>
                                  <a:ext cx="681" cy="675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4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10125" y="10553"/>
                                  <a:ext cx="119" cy="63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5" y="3396"/>
                                  <a:ext cx="6713" cy="7680"/>
                                </a:xfrm>
                                <a:custGeom>
                                  <a:avLst/>
                                  <a:gdLst>
                                    <a:gd name="T0" fmla="*/ 165 w 6715"/>
                                    <a:gd name="T1" fmla="*/ 2690 h 7680"/>
                                    <a:gd name="T2" fmla="*/ 764 w 6715"/>
                                    <a:gd name="T3" fmla="*/ 2976 h 7680"/>
                                    <a:gd name="T4" fmla="*/ 1201 w 6715"/>
                                    <a:gd name="T5" fmla="*/ 3045 h 7680"/>
                                    <a:gd name="T6" fmla="*/ 1879 w 6715"/>
                                    <a:gd name="T7" fmla="*/ 3204 h 7680"/>
                                    <a:gd name="T8" fmla="*/ 2303 w 6715"/>
                                    <a:gd name="T9" fmla="*/ 3282 h 7680"/>
                                    <a:gd name="T10" fmla="*/ 2726 w 6715"/>
                                    <a:gd name="T11" fmla="*/ 3472 h 7680"/>
                                    <a:gd name="T12" fmla="*/ 3043 w 6715"/>
                                    <a:gd name="T13" fmla="*/ 3638 h 7680"/>
                                    <a:gd name="T14" fmla="*/ 3096 w 6715"/>
                                    <a:gd name="T15" fmla="*/ 4000 h 7680"/>
                                    <a:gd name="T16" fmla="*/ 3185 w 6715"/>
                                    <a:gd name="T17" fmla="*/ 4573 h 7680"/>
                                    <a:gd name="T18" fmla="*/ 3393 w 6715"/>
                                    <a:gd name="T19" fmla="*/ 4971 h 7680"/>
                                    <a:gd name="T20" fmla="*/ 3659 w 6715"/>
                                    <a:gd name="T21" fmla="*/ 5351 h 7680"/>
                                    <a:gd name="T22" fmla="*/ 3991 w 6715"/>
                                    <a:gd name="T23" fmla="*/ 6004 h 7680"/>
                                    <a:gd name="T24" fmla="*/ 4255 w 6715"/>
                                    <a:gd name="T25" fmla="*/ 6515 h 7680"/>
                                    <a:gd name="T26" fmla="*/ 4309 w 6715"/>
                                    <a:gd name="T27" fmla="*/ 6942 h 7680"/>
                                    <a:gd name="T28" fmla="*/ 4273 w 6715"/>
                                    <a:gd name="T29" fmla="*/ 7256 h 7680"/>
                                    <a:gd name="T30" fmla="*/ 4399 w 6715"/>
                                    <a:gd name="T31" fmla="*/ 7450 h 7680"/>
                                    <a:gd name="T32" fmla="*/ 4721 w 6715"/>
                                    <a:gd name="T33" fmla="*/ 7519 h 7680"/>
                                    <a:gd name="T34" fmla="*/ 4946 w 6715"/>
                                    <a:gd name="T35" fmla="*/ 7518 h 7680"/>
                                    <a:gd name="T36" fmla="*/ 5126 w 6715"/>
                                    <a:gd name="T37" fmla="*/ 7508 h 7680"/>
                                    <a:gd name="T38" fmla="*/ 5557 w 6715"/>
                                    <a:gd name="T39" fmla="*/ 7607 h 7680"/>
                                    <a:gd name="T40" fmla="*/ 5791 w 6715"/>
                                    <a:gd name="T41" fmla="*/ 7624 h 7680"/>
                                    <a:gd name="T42" fmla="*/ 6077 w 6715"/>
                                    <a:gd name="T43" fmla="*/ 7677 h 7680"/>
                                    <a:gd name="T44" fmla="*/ 6319 w 6715"/>
                                    <a:gd name="T45" fmla="*/ 7605 h 7680"/>
                                    <a:gd name="T46" fmla="*/ 6442 w 6715"/>
                                    <a:gd name="T47" fmla="*/ 7482 h 7680"/>
                                    <a:gd name="T48" fmla="*/ 6547 w 6715"/>
                                    <a:gd name="T49" fmla="*/ 7452 h 7680"/>
                                    <a:gd name="T50" fmla="*/ 6694 w 6715"/>
                                    <a:gd name="T51" fmla="*/ 7290 h 7680"/>
                                    <a:gd name="T52" fmla="*/ 6675 w 6715"/>
                                    <a:gd name="T53" fmla="*/ 7145 h 7680"/>
                                    <a:gd name="T54" fmla="*/ 6501 w 6715"/>
                                    <a:gd name="T55" fmla="*/ 7150 h 7680"/>
                                    <a:gd name="T56" fmla="*/ 6363 w 6715"/>
                                    <a:gd name="T57" fmla="*/ 7192 h 7680"/>
                                    <a:gd name="T58" fmla="*/ 6214 w 6715"/>
                                    <a:gd name="T59" fmla="*/ 7212 h 7680"/>
                                    <a:gd name="T60" fmla="*/ 5953 w 6715"/>
                                    <a:gd name="T61" fmla="*/ 7103 h 7680"/>
                                    <a:gd name="T62" fmla="*/ 5582 w 6715"/>
                                    <a:gd name="T63" fmla="*/ 6842 h 7680"/>
                                    <a:gd name="T64" fmla="*/ 5332 w 6715"/>
                                    <a:gd name="T65" fmla="*/ 6656 h 7680"/>
                                    <a:gd name="T66" fmla="*/ 5042 w 6715"/>
                                    <a:gd name="T67" fmla="*/ 6156 h 7680"/>
                                    <a:gd name="T68" fmla="*/ 4833 w 6715"/>
                                    <a:gd name="T69" fmla="*/ 5483 h 7680"/>
                                    <a:gd name="T70" fmla="*/ 4658 w 6715"/>
                                    <a:gd name="T71" fmla="*/ 4671 h 7680"/>
                                    <a:gd name="T72" fmla="*/ 4342 w 6715"/>
                                    <a:gd name="T73" fmla="*/ 3713 h 7680"/>
                                    <a:gd name="T74" fmla="*/ 4233 w 6715"/>
                                    <a:gd name="T75" fmla="*/ 3315 h 7680"/>
                                    <a:gd name="T76" fmla="*/ 4139 w 6715"/>
                                    <a:gd name="T77" fmla="*/ 2735 h 7680"/>
                                    <a:gd name="T78" fmla="*/ 3999 w 6715"/>
                                    <a:gd name="T79" fmla="*/ 2401 h 7680"/>
                                    <a:gd name="T80" fmla="*/ 3747 w 6715"/>
                                    <a:gd name="T81" fmla="*/ 2235 h 7680"/>
                                    <a:gd name="T82" fmla="*/ 3229 w 6715"/>
                                    <a:gd name="T83" fmla="*/ 1899 h 7680"/>
                                    <a:gd name="T84" fmla="*/ 2669 w 6715"/>
                                    <a:gd name="T85" fmla="*/ 1579 h 7680"/>
                                    <a:gd name="T86" fmla="*/ 1973 w 6715"/>
                                    <a:gd name="T87" fmla="*/ 1280 h 7680"/>
                                    <a:gd name="T88" fmla="*/ 1296 w 6715"/>
                                    <a:gd name="T89" fmla="*/ 1059 h 7680"/>
                                    <a:gd name="T90" fmla="*/ 1085 w 6715"/>
                                    <a:gd name="T91" fmla="*/ 999 h 7680"/>
                                    <a:gd name="T92" fmla="*/ 923 w 6715"/>
                                    <a:gd name="T93" fmla="*/ 883 h 7680"/>
                                    <a:gd name="T94" fmla="*/ 715 w 6715"/>
                                    <a:gd name="T95" fmla="*/ 735 h 7680"/>
                                    <a:gd name="T96" fmla="*/ 408 w 6715"/>
                                    <a:gd name="T97" fmla="*/ 480 h 7680"/>
                                    <a:gd name="T98" fmla="*/ 156 w 6715"/>
                                    <a:gd name="T99" fmla="*/ 312 h 7680"/>
                                    <a:gd name="T100" fmla="*/ 0 w 6715"/>
                                    <a:gd name="T101" fmla="*/ 0 h 76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6715" h="7680">
                                      <a:moveTo>
                                        <a:pt x="165" y="2690"/>
                                      </a:moveTo>
                                      <a:cubicBezTo>
                                        <a:pt x="377" y="2805"/>
                                        <a:pt x="592" y="2917"/>
                                        <a:pt x="764" y="2976"/>
                                      </a:cubicBezTo>
                                      <a:cubicBezTo>
                                        <a:pt x="936" y="3035"/>
                                        <a:pt x="1016" y="3006"/>
                                        <a:pt x="1201" y="3045"/>
                                      </a:cubicBezTo>
                                      <a:cubicBezTo>
                                        <a:pt x="1387" y="3083"/>
                                        <a:pt x="1695" y="3165"/>
                                        <a:pt x="1879" y="3204"/>
                                      </a:cubicBezTo>
                                      <a:cubicBezTo>
                                        <a:pt x="2063" y="3244"/>
                                        <a:pt x="2161" y="3238"/>
                                        <a:pt x="2303" y="3282"/>
                                      </a:cubicBezTo>
                                      <a:cubicBezTo>
                                        <a:pt x="2444" y="3327"/>
                                        <a:pt x="2603" y="3413"/>
                                        <a:pt x="2726" y="3472"/>
                                      </a:cubicBezTo>
                                      <a:cubicBezTo>
                                        <a:pt x="2850" y="3531"/>
                                        <a:pt x="2982" y="3550"/>
                                        <a:pt x="3043" y="3638"/>
                                      </a:cubicBezTo>
                                      <a:cubicBezTo>
                                        <a:pt x="3104" y="3726"/>
                                        <a:pt x="3071" y="3845"/>
                                        <a:pt x="3096" y="4000"/>
                                      </a:cubicBezTo>
                                      <a:cubicBezTo>
                                        <a:pt x="3120" y="4156"/>
                                        <a:pt x="3135" y="4412"/>
                                        <a:pt x="3185" y="4573"/>
                                      </a:cubicBezTo>
                                      <a:cubicBezTo>
                                        <a:pt x="3235" y="4735"/>
                                        <a:pt x="3314" y="4841"/>
                                        <a:pt x="3393" y="4971"/>
                                      </a:cubicBezTo>
                                      <a:cubicBezTo>
                                        <a:pt x="3472" y="5101"/>
                                        <a:pt x="3559" y="5178"/>
                                        <a:pt x="3659" y="5351"/>
                                      </a:cubicBezTo>
                                      <a:cubicBezTo>
                                        <a:pt x="3759" y="5522"/>
                                        <a:pt x="3893" y="5810"/>
                                        <a:pt x="3991" y="6004"/>
                                      </a:cubicBezTo>
                                      <a:cubicBezTo>
                                        <a:pt x="4091" y="6199"/>
                                        <a:pt x="4201" y="6358"/>
                                        <a:pt x="4255" y="6515"/>
                                      </a:cubicBezTo>
                                      <a:cubicBezTo>
                                        <a:pt x="4307" y="6670"/>
                                        <a:pt x="4307" y="6819"/>
                                        <a:pt x="4309" y="6942"/>
                                      </a:cubicBezTo>
                                      <a:cubicBezTo>
                                        <a:pt x="4312" y="7065"/>
                                        <a:pt x="4258" y="7171"/>
                                        <a:pt x="4273" y="7256"/>
                                      </a:cubicBezTo>
                                      <a:cubicBezTo>
                                        <a:pt x="4287" y="7341"/>
                                        <a:pt x="4324" y="7406"/>
                                        <a:pt x="4399" y="7450"/>
                                      </a:cubicBezTo>
                                      <a:cubicBezTo>
                                        <a:pt x="4474" y="7494"/>
                                        <a:pt x="4629" y="7508"/>
                                        <a:pt x="4721" y="7519"/>
                                      </a:cubicBezTo>
                                      <a:cubicBezTo>
                                        <a:pt x="4812" y="7531"/>
                                        <a:pt x="4879" y="7520"/>
                                        <a:pt x="4946" y="7518"/>
                                      </a:cubicBezTo>
                                      <a:cubicBezTo>
                                        <a:pt x="5013" y="7517"/>
                                        <a:pt x="5024" y="7493"/>
                                        <a:pt x="5126" y="7508"/>
                                      </a:cubicBezTo>
                                      <a:cubicBezTo>
                                        <a:pt x="5228" y="7523"/>
                                        <a:pt x="5446" y="7586"/>
                                        <a:pt x="5557" y="7607"/>
                                      </a:cubicBezTo>
                                      <a:cubicBezTo>
                                        <a:pt x="5667" y="7626"/>
                                        <a:pt x="5704" y="7612"/>
                                        <a:pt x="5791" y="7624"/>
                                      </a:cubicBezTo>
                                      <a:cubicBezTo>
                                        <a:pt x="5878" y="7636"/>
                                        <a:pt x="5990" y="7680"/>
                                        <a:pt x="6077" y="7677"/>
                                      </a:cubicBezTo>
                                      <a:cubicBezTo>
                                        <a:pt x="6166" y="7673"/>
                                        <a:pt x="6257" y="7638"/>
                                        <a:pt x="6319" y="7605"/>
                                      </a:cubicBezTo>
                                      <a:cubicBezTo>
                                        <a:pt x="6379" y="7573"/>
                                        <a:pt x="6404" y="7509"/>
                                        <a:pt x="6442" y="7482"/>
                                      </a:cubicBezTo>
                                      <a:cubicBezTo>
                                        <a:pt x="6479" y="7457"/>
                                        <a:pt x="6505" y="7483"/>
                                        <a:pt x="6547" y="7452"/>
                                      </a:cubicBezTo>
                                      <a:cubicBezTo>
                                        <a:pt x="6588" y="7419"/>
                                        <a:pt x="6672" y="7341"/>
                                        <a:pt x="6694" y="7290"/>
                                      </a:cubicBezTo>
                                      <a:cubicBezTo>
                                        <a:pt x="6715" y="7239"/>
                                        <a:pt x="6707" y="7169"/>
                                        <a:pt x="6675" y="7145"/>
                                      </a:cubicBezTo>
                                      <a:cubicBezTo>
                                        <a:pt x="6643" y="7122"/>
                                        <a:pt x="6553" y="7143"/>
                                        <a:pt x="6501" y="7150"/>
                                      </a:cubicBezTo>
                                      <a:cubicBezTo>
                                        <a:pt x="6450" y="7158"/>
                                        <a:pt x="6410" y="7181"/>
                                        <a:pt x="6363" y="7192"/>
                                      </a:cubicBezTo>
                                      <a:cubicBezTo>
                                        <a:pt x="6315" y="7202"/>
                                        <a:pt x="6282" y="7226"/>
                                        <a:pt x="6214" y="7212"/>
                                      </a:cubicBezTo>
                                      <a:cubicBezTo>
                                        <a:pt x="6145" y="7198"/>
                                        <a:pt x="6058" y="7165"/>
                                        <a:pt x="5953" y="7103"/>
                                      </a:cubicBezTo>
                                      <a:cubicBezTo>
                                        <a:pt x="5847" y="7042"/>
                                        <a:pt x="5685" y="6916"/>
                                        <a:pt x="5582" y="6842"/>
                                      </a:cubicBezTo>
                                      <a:cubicBezTo>
                                        <a:pt x="5478" y="6767"/>
                                        <a:pt x="5421" y="6770"/>
                                        <a:pt x="5332" y="6656"/>
                                      </a:cubicBezTo>
                                      <a:cubicBezTo>
                                        <a:pt x="5241" y="6543"/>
                                        <a:pt x="5125" y="6352"/>
                                        <a:pt x="5042" y="6156"/>
                                      </a:cubicBezTo>
                                      <a:cubicBezTo>
                                        <a:pt x="4959" y="5961"/>
                                        <a:pt x="4898" y="5731"/>
                                        <a:pt x="4833" y="5483"/>
                                      </a:cubicBezTo>
                                      <a:cubicBezTo>
                                        <a:pt x="4770" y="5236"/>
                                        <a:pt x="4740" y="4966"/>
                                        <a:pt x="4658" y="4671"/>
                                      </a:cubicBezTo>
                                      <a:cubicBezTo>
                                        <a:pt x="4577" y="4376"/>
                                        <a:pt x="4413" y="3939"/>
                                        <a:pt x="4342" y="3713"/>
                                      </a:cubicBezTo>
                                      <a:cubicBezTo>
                                        <a:pt x="4270" y="3487"/>
                                        <a:pt x="4266" y="3477"/>
                                        <a:pt x="4233" y="3315"/>
                                      </a:cubicBezTo>
                                      <a:cubicBezTo>
                                        <a:pt x="4198" y="3152"/>
                                        <a:pt x="4178" y="2886"/>
                                        <a:pt x="4139" y="2735"/>
                                      </a:cubicBezTo>
                                      <a:cubicBezTo>
                                        <a:pt x="4100" y="2582"/>
                                        <a:pt x="4064" y="2483"/>
                                        <a:pt x="3999" y="2401"/>
                                      </a:cubicBezTo>
                                      <a:cubicBezTo>
                                        <a:pt x="3934" y="2317"/>
                                        <a:pt x="3875" y="2319"/>
                                        <a:pt x="3747" y="2235"/>
                                      </a:cubicBezTo>
                                      <a:cubicBezTo>
                                        <a:pt x="3619" y="2151"/>
                                        <a:pt x="3409" y="2009"/>
                                        <a:pt x="3229" y="1899"/>
                                      </a:cubicBezTo>
                                      <a:cubicBezTo>
                                        <a:pt x="3049" y="1790"/>
                                        <a:pt x="2878" y="1683"/>
                                        <a:pt x="2669" y="1579"/>
                                      </a:cubicBezTo>
                                      <a:cubicBezTo>
                                        <a:pt x="2460" y="1476"/>
                                        <a:pt x="2202" y="1367"/>
                                        <a:pt x="1973" y="1280"/>
                                      </a:cubicBezTo>
                                      <a:cubicBezTo>
                                        <a:pt x="1744" y="1193"/>
                                        <a:pt x="1444" y="1105"/>
                                        <a:pt x="1296" y="1059"/>
                                      </a:cubicBezTo>
                                      <a:cubicBezTo>
                                        <a:pt x="1149" y="1012"/>
                                        <a:pt x="1147" y="1029"/>
                                        <a:pt x="1085" y="999"/>
                                      </a:cubicBezTo>
                                      <a:cubicBezTo>
                                        <a:pt x="1023" y="970"/>
                                        <a:pt x="985" y="926"/>
                                        <a:pt x="923" y="883"/>
                                      </a:cubicBezTo>
                                      <a:cubicBezTo>
                                        <a:pt x="861" y="840"/>
                                        <a:pt x="801" y="802"/>
                                        <a:pt x="715" y="735"/>
                                      </a:cubicBezTo>
                                      <a:cubicBezTo>
                                        <a:pt x="629" y="668"/>
                                        <a:pt x="501" y="550"/>
                                        <a:pt x="408" y="480"/>
                                      </a:cubicBezTo>
                                      <a:cubicBezTo>
                                        <a:pt x="315" y="410"/>
                                        <a:pt x="224" y="392"/>
                                        <a:pt x="156" y="312"/>
                                      </a:cubicBezTo>
                                      <a:cubicBezTo>
                                        <a:pt x="88" y="232"/>
                                        <a:pt x="32" y="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4476"/>
                                  <a:ext cx="157" cy="768"/>
                                </a:xfrm>
                                <a:custGeom>
                                  <a:avLst/>
                                  <a:gdLst>
                                    <a:gd name="T0" fmla="*/ 157 w 157"/>
                                    <a:gd name="T1" fmla="*/ 0 h 768"/>
                                    <a:gd name="T2" fmla="*/ 80 w 157"/>
                                    <a:gd name="T3" fmla="*/ 53 h 768"/>
                                    <a:gd name="T4" fmla="*/ 19 w 157"/>
                                    <a:gd name="T5" fmla="*/ 186 h 768"/>
                                    <a:gd name="T6" fmla="*/ 1 w 157"/>
                                    <a:gd name="T7" fmla="*/ 444 h 768"/>
                                    <a:gd name="T8" fmla="*/ 24 w 157"/>
                                    <a:gd name="T9" fmla="*/ 768 h 7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7" h="768">
                                      <a:moveTo>
                                        <a:pt x="157" y="0"/>
                                      </a:moveTo>
                                      <a:cubicBezTo>
                                        <a:pt x="144" y="9"/>
                                        <a:pt x="103" y="22"/>
                                        <a:pt x="80" y="53"/>
                                      </a:cubicBezTo>
                                      <a:cubicBezTo>
                                        <a:pt x="57" y="84"/>
                                        <a:pt x="32" y="121"/>
                                        <a:pt x="19" y="186"/>
                                      </a:cubicBezTo>
                                      <a:cubicBezTo>
                                        <a:pt x="6" y="251"/>
                                        <a:pt x="0" y="347"/>
                                        <a:pt x="1" y="444"/>
                                      </a:cubicBezTo>
                                      <a:cubicBezTo>
                                        <a:pt x="2" y="541"/>
                                        <a:pt x="19" y="701"/>
                                        <a:pt x="24" y="7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24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567" y="5012"/>
                                  <a:ext cx="209" cy="517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289 h 343"/>
                                    <a:gd name="T2" fmla="*/ 55 w 174"/>
                                    <a:gd name="T3" fmla="*/ 30 h 343"/>
                                    <a:gd name="T4" fmla="*/ 117 w 174"/>
                                    <a:gd name="T5" fmla="*/ 107 h 343"/>
                                    <a:gd name="T6" fmla="*/ 174 w 174"/>
                                    <a:gd name="T7" fmla="*/ 343 h 343"/>
                                    <a:gd name="connsiteX0" fmla="*/ 0 w 11986"/>
                                    <a:gd name="connsiteY0" fmla="*/ 7800 h 15084"/>
                                    <a:gd name="connsiteX1" fmla="*/ 3161 w 11986"/>
                                    <a:gd name="connsiteY1" fmla="*/ 249 h 15084"/>
                                    <a:gd name="connsiteX2" fmla="*/ 6724 w 11986"/>
                                    <a:gd name="connsiteY2" fmla="*/ 2494 h 15084"/>
                                    <a:gd name="connsiteX3" fmla="*/ 11986 w 11986"/>
                                    <a:gd name="connsiteY3" fmla="*/ 15084 h 150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1986" h="15084">
                                      <a:moveTo>
                                        <a:pt x="0" y="7800"/>
                                      </a:moveTo>
                                      <a:cubicBezTo>
                                        <a:pt x="402" y="6546"/>
                                        <a:pt x="2069" y="1123"/>
                                        <a:pt x="3161" y="249"/>
                                      </a:cubicBezTo>
                                      <a:cubicBezTo>
                                        <a:pt x="4253" y="-626"/>
                                        <a:pt x="5575" y="977"/>
                                        <a:pt x="6724" y="2494"/>
                                      </a:cubicBezTo>
                                      <a:cubicBezTo>
                                        <a:pt x="7874" y="4010"/>
                                        <a:pt x="11296" y="13655"/>
                                        <a:pt x="11986" y="150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25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954" y="4466"/>
                                  <a:ext cx="700" cy="557"/>
                                </a:xfrm>
                                <a:custGeom>
                                  <a:avLst/>
                                  <a:gdLst>
                                    <a:gd name="T0" fmla="*/ 0 w 700"/>
                                    <a:gd name="T1" fmla="*/ 557 h 557"/>
                                    <a:gd name="T2" fmla="*/ 122 w 700"/>
                                    <a:gd name="T3" fmla="*/ 358 h 557"/>
                                    <a:gd name="T4" fmla="*/ 249 w 700"/>
                                    <a:gd name="T5" fmla="*/ 202 h 557"/>
                                    <a:gd name="T6" fmla="*/ 434 w 700"/>
                                    <a:gd name="T7" fmla="*/ 65 h 557"/>
                                    <a:gd name="T8" fmla="*/ 602 w 700"/>
                                    <a:gd name="T9" fmla="*/ 5 h 557"/>
                                    <a:gd name="T10" fmla="*/ 700 w 700"/>
                                    <a:gd name="T11" fmla="*/ 32 h 5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700" h="557">
                                      <a:moveTo>
                                        <a:pt x="0" y="557"/>
                                      </a:moveTo>
                                      <a:cubicBezTo>
                                        <a:pt x="40" y="487"/>
                                        <a:pt x="81" y="417"/>
                                        <a:pt x="122" y="358"/>
                                      </a:cubicBezTo>
                                      <a:cubicBezTo>
                                        <a:pt x="163" y="299"/>
                                        <a:pt x="197" y="251"/>
                                        <a:pt x="249" y="202"/>
                                      </a:cubicBezTo>
                                      <a:cubicBezTo>
                                        <a:pt x="301" y="153"/>
                                        <a:pt x="375" y="98"/>
                                        <a:pt x="434" y="65"/>
                                      </a:cubicBezTo>
                                      <a:cubicBezTo>
                                        <a:pt x="493" y="32"/>
                                        <a:pt x="558" y="10"/>
                                        <a:pt x="602" y="5"/>
                                      </a:cubicBezTo>
                                      <a:cubicBezTo>
                                        <a:pt x="646" y="0"/>
                                        <a:pt x="673" y="16"/>
                                        <a:pt x="700" y="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2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0" y="3552"/>
                                  <a:ext cx="144" cy="965"/>
                                </a:xfrm>
                                <a:custGeom>
                                  <a:avLst/>
                                  <a:gdLst>
                                    <a:gd name="T0" fmla="*/ 0 w 144"/>
                                    <a:gd name="T1" fmla="*/ 0 h 965"/>
                                    <a:gd name="T2" fmla="*/ 109 w 144"/>
                                    <a:gd name="T3" fmla="*/ 384 h 965"/>
                                    <a:gd name="T4" fmla="*/ 140 w 144"/>
                                    <a:gd name="T5" fmla="*/ 641 h 965"/>
                                    <a:gd name="T6" fmla="*/ 131 w 144"/>
                                    <a:gd name="T7" fmla="*/ 838 h 965"/>
                                    <a:gd name="T8" fmla="*/ 116 w 144"/>
                                    <a:gd name="T9" fmla="*/ 965 h 9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4" h="965">
                                      <a:moveTo>
                                        <a:pt x="0" y="0"/>
                                      </a:moveTo>
                                      <a:cubicBezTo>
                                        <a:pt x="20" y="64"/>
                                        <a:pt x="86" y="277"/>
                                        <a:pt x="109" y="384"/>
                                      </a:cubicBezTo>
                                      <a:cubicBezTo>
                                        <a:pt x="132" y="491"/>
                                        <a:pt x="136" y="565"/>
                                        <a:pt x="140" y="641"/>
                                      </a:cubicBezTo>
                                      <a:cubicBezTo>
                                        <a:pt x="144" y="717"/>
                                        <a:pt x="135" y="784"/>
                                        <a:pt x="131" y="838"/>
                                      </a:cubicBezTo>
                                      <a:cubicBezTo>
                                        <a:pt x="127" y="892"/>
                                        <a:pt x="122" y="928"/>
                                        <a:pt x="116" y="9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25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401" y="4494"/>
                                  <a:ext cx="279" cy="1038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0 h 750"/>
                                    <a:gd name="T2" fmla="*/ 54 w 210"/>
                                    <a:gd name="T3" fmla="*/ 234 h 750"/>
                                    <a:gd name="T4" fmla="*/ 156 w 210"/>
                                    <a:gd name="T5" fmla="*/ 558 h 750"/>
                                    <a:gd name="T6" fmla="*/ 210 w 210"/>
                                    <a:gd name="T7" fmla="*/ 750 h 750"/>
                                    <a:gd name="connsiteX0" fmla="*/ 0 w 13291"/>
                                    <a:gd name="connsiteY0" fmla="*/ 0 h 13840"/>
                                    <a:gd name="connsiteX1" fmla="*/ 2571 w 13291"/>
                                    <a:gd name="connsiteY1" fmla="*/ 3120 h 13840"/>
                                    <a:gd name="connsiteX2" fmla="*/ 7429 w 13291"/>
                                    <a:gd name="connsiteY2" fmla="*/ 7440 h 13840"/>
                                    <a:gd name="connsiteX3" fmla="*/ 13291 w 13291"/>
                                    <a:gd name="connsiteY3" fmla="*/ 13840 h 138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3291" h="13840">
                                      <a:moveTo>
                                        <a:pt x="0" y="0"/>
                                      </a:moveTo>
                                      <a:cubicBezTo>
                                        <a:pt x="429" y="520"/>
                                        <a:pt x="1333" y="1880"/>
                                        <a:pt x="2571" y="3120"/>
                                      </a:cubicBezTo>
                                      <a:cubicBezTo>
                                        <a:pt x="3810" y="4360"/>
                                        <a:pt x="6190" y="6293"/>
                                        <a:pt x="7429" y="7440"/>
                                      </a:cubicBezTo>
                                      <a:cubicBezTo>
                                        <a:pt x="8667" y="8587"/>
                                        <a:pt x="12624" y="13173"/>
                                        <a:pt x="13291" y="1384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98F9CA" id="Group 230" o:spid="_x0000_s1026" style="position:absolute;margin-left:10.7pt;margin-top:4.1pt;width:447.35pt;height:394.55pt;z-index:251642368" coordorigin="1401,3396" coordsize="8947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">
                      <v:shape id="Freeform 231" o:spid="_x0000_s1027" style="position:absolute;left:8357;top:10035;width:161;height:307;rotation:-2627550fd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" path="m128,6v6,6,-60,40,-72,78c44,122,62,212,56,234,50,256,29,231,20,216,11,201,2,172,2,144,2,116,,71,20,48,40,25,122,,128,6xe" fillcolor="#ddd" stroked="f">
                        <v:path arrowok="t" o:connecttype="custom" o:connectlocs="154,7;67,101;67,281;24,259;2,173;24,58;154,7" o:connectangles="0,0,0,0,0,0,0"/>
                      </v:shape>
                      <v:shape id="Freeform 232" o:spid="_x0000_s1028" style="position:absolute;left:3098;top:5837;width:1010;height:925;rotation:-2627550fd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" path="m,c26,70,52,140,120,204v68,64,178,122,288,180e" filled="f" strokecolor="gray" strokeweight="1pt">
                        <v:path arrowok="t" o:connecttype="custom" o:connectlocs="0,0;297,491;1010,925" o:connectangles="0,0,0"/>
                      </v:shape>
                      <v:shape id="Freeform 233" o:spid="_x0000_s1029" style="position:absolute;left:6499;top:6756;width:531;height:776;rotation:-2627550fd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7,738;161,608;478,363;478,247;377,204;233,2;305,219;262,377;17,738" o:connectangles="0,0,0,0,0,0,0,0,0"/>
                      </v:shape>
                      <v:shape id="Freeform 234" o:spid="_x0000_s1030" style="position:absolute;left:7279;top:7364;width:1161;height:3054;rotation:-2627550fd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95,3054;26,2959;58,2737;375,2025;556,1547;706,869;893,339;1141,10;1017,396;930,713;819,1181;677,1693;432,2235;259,2717" o:connectangles="0,0,0,0,0,0,0,0,0,0,0,0,0,0"/>
                      </v:shape>
                      <v:shape id="Freeform 235" o:spid="_x0000_s1031" style="position:absolute;left:7438;top:6880;width:1158;height:3369;rotation:-2627550fd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3038;158,2591;424,2012;596,1378;689,1037;870,399;1000,14;1150,487;1049,989;648,1827;348,2449;181,2853;144,3369" o:connectangles="0,0,0,0,0,0,0,0,0,0,0,0,0"/>
                      </v:shape>
                      <v:shape id="Freeform 236" o:spid="_x0000_s1032" style="position:absolute;left:6032;top:4064;width:1313;height:6831;rotation:-2627550fd;visibility:visible;mso-wrap-style:square;v-text-anchor:top" coordsize="1094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  <v:path arrowok="t" o:connecttype="custom" o:connectlocs="323,588;244,34;611,790;1072,1922;1245,2505;1305,3263;1193,3609;934,3940;714,4492;527,5293;205,6077;47,6466;12,6678;119,6831" o:connectangles="0,0,0,0,0,0,0,0,0,0,0,0,0,0"/>
                      </v:shape>
                      <v:shape id="Freeform 237" o:spid="_x0000_s1033" style="position:absolute;left:2637;top:4725;width:1886;height:922;flip:x;visibility:visible;mso-wrap-style:square;v-text-anchor:top" coordsize="1886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" path="m1769,273c1786,234,1886,78,1877,39v-9,-39,-73,-15,-162,c1626,54,1504,84,1344,132,1184,180,909,252,756,325,604,398,556,468,430,568,303,667,88,848,,922e" filled="f" strokecolor="#333">
                        <v:path arrowok="t" o:connecttype="custom" o:connectlocs="1769,273;1877,39;1715,39;1344,132;756,325;430,568;0,922" o:connectangles="0,0,0,0,0,0,0"/>
                      </v:shape>
                      <v:shape id="Freeform 238" o:spid="_x0000_s1034" style="position:absolute;left:3972;top:3952;width:581;height:714;rotation:-2627550fd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564,697;486,596;371,440;303,274;268,164;221,127;25,6;72,90;212,268;385,498;564,697" o:connectangles="0,0,0,0,0,0,0,0,0,0,0"/>
                      </v:shape>
                      <v:shape id="Freeform 239" o:spid="_x0000_s1035" style="position:absolute;left:3776;top:5456;width:221;height:991;rotation:-2627550fd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8,213;104,583;157,974;177,686;205,303;209,198;131,144;18,11;18,213" o:connectangles="0,0,0,0,0,0,0,0,0"/>
                      </v:shape>
                      <v:shape id="Freeform 240" o:spid="_x0000_s1036" style="position:absolute;left:7227;top:5626;width:185;height:123;rotation:-2627550fd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" path="m146,102v-8,,-36,-44,-60,-60c62,26,,12,2,6,4,,76,,98,6v22,6,30,21,36,36c140,57,154,102,146,102xe" fillcolor="#ddd" stroked="f">
                        <v:path arrowok="t" o:connecttype="custom" o:connectlocs="175,123;103,51;2,7;118,7;161,51;175,123" o:connectangles="0,0,0,0,0,0"/>
                      </v:shape>
                      <v:shape id="Freeform 241" o:spid="_x0000_s1037" style="position:absolute;left:7581;top:6227;width:277;height:1091;rotation:-2627550fd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211,2;196,305;254,586;59,1039;30,895;240,593;182,442;146,290;211,2" o:connectangles="0,0,0,0,0,0,0,0,0"/>
                      </v:shape>
                      <v:shape id="Freeform 242" o:spid="_x0000_s1038" style="position:absolute;left:3177;top:4558;width:1199;height:738;rotation:-2627550fd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" path="m,614c29,524,57,436,144,350,231,264,381,158,523,100,665,42,899,21,998,e" filled="f" strokecolor="gray" strokeweight=".25pt">
                        <v:stroke dashstyle="1 1" endcap="round"/>
                        <v:path arrowok="t" o:connecttype="custom" o:connectlocs="0,738;173,421;628,120;1199,0" o:connectangles="0,0,0,0"/>
                      </v:shape>
                      <v:shape id="Freeform 243" o:spid="_x0000_s1039" style="position:absolute;left:1836;top:3480;width:6998;height:6597;visibility:visible;mso-wrap-style:square;v-text-anchor:top" coordsize="6998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  <v:path arrowok="t" o:connecttype="custom" o:connectlocs="0,0;108,312;252,594;504,836;856,1012;1396,1171;1969,1349;2551,1582;3374,1955;4301,2454;4824,2795;5215,3182;5427,3400;5913,3743;6183,4242;6451,5287;6630,6003;6768,6301;6998,6597" o:connectangles="0,0,0,0,0,0,0,0,0,0,0,0,0,0,0,0,0,0,0"/>
                      </v:shape>
                      <v:shape id="Freeform 244" o:spid="_x0000_s1040" style="position:absolute;left:9883;top:10500;width:279;height:166;rotation:-2627550fd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" path="m232,130v-12,,-45,8,-74,c129,122,83,101,57,79,31,57,12,16,,e" filled="f" strokecolor="gray">
                        <v:path arrowok="t" o:connecttype="custom" o:connectlocs="279,156;190,156;69,95;0,0" o:connectangles="0,0,0,0"/>
                      </v:shape>
                      <v:shape id="Freeform 245" o:spid="_x0000_s1041" style="position:absolute;left:8595;top:10612;width:681;height:675;rotation:-2627550fd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667,671;595,513;508,304;364,145;119,59;11,1;54,52;169,117;285,232;386,369;508,534;667,671" o:connectangles="0,0,0,0,0,0,0,0,0,0,0,0"/>
                      </v:shape>
                      <v:shape id="Freeform 246" o:spid="_x0000_s1042" style="position:absolute;left:10125;top:10553;width:119;height:63;rotation:-2627550fd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85,1;111,22;111,57;59,59;7,57;16,28;85,1" o:connectangles="0,0,0,0,0,0,0"/>
                      </v:shape>
                      <v:shape id="Freeform 247" o:spid="_x0000_s1043" style="position:absolute;left:3635;top:3396;width:6713;height:7680;visibility:visible;mso-wrap-style:square;v-text-anchor:top" coordsize="6715,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  <v:path arrowok="t" o:connecttype="custom" o:connectlocs="165,2690;764,2976;1201,3045;1878,3204;2302,3282;2725,3472;3042,3638;3095,4000;3184,4573;3392,4971;3658,5351;3990,6004;4254,6515;4308,6942;4272,7256;4398,7450;4720,7519;4945,7518;5124,7508;5555,7607;5789,7624;6075,7677;6317,7605;6440,7482;6545,7452;6692,7290;6673,7145;6499,7150;6361,7192;6212,7212;5951,7103;5580,6842;5330,6656;5040,6156;4832,5483;4657,4671;4341,3713;4232,3315;4138,2735;3998,2401;3746,2235;3228,1899;2668,1579;1972,1280;1296,1059;1085,999;923,883;715,735;408,480;156,312;0,0" o:connectangles="0,0,0,0,0,0,0,0,0,0,0,0,0,0,0,0,0,0,0,0,0,0,0,0,0,0,0,0,0,0,0,0,0,0,0,0,0,0,0,0,0,0,0,0,0,0,0,0,0,0,0"/>
                      </v:shape>
                      <v:shape id="Freeform 248" o:spid="_x0000_s1044" style="position:absolute;left:1836;top:4476;width:157;height:768;visibility:visible;mso-wrap-style:square;v-text-anchor:top" coordsize="157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" path="m157,c144,9,103,22,80,53,57,84,32,121,19,186,6,251,,347,1,444v1,97,18,257,23,324e" filled="f" strokecolor="gray">
                        <v:path arrowok="t" o:connecttype="custom" o:connectlocs="157,0;80,53;19,186;1,444;24,768" o:connectangles="0,0,0,0,0"/>
                      </v:shape>
                      <v:shape id="Freeform 249" o:spid="_x0000_s1045" style="position:absolute;left:1567;top:5012;width:209;height:517;flip:x;visibility:visible;mso-wrap-style:square;v-text-anchor:top" coordsize="11986,15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" path="m,7800c402,6546,2069,1123,3161,249,4253,-626,5575,977,6724,2494v1150,1516,4572,11161,5262,12590e" filled="f" strokecolor="gray">
                        <v:path arrowok="t" o:connecttype="custom" o:connectlocs="0,267;55,9;117,85;209,517" o:connectangles="0,0,0,0"/>
                      </v:shape>
                      <v:shape id="Freeform 250" o:spid="_x0000_s1046" style="position:absolute;left:1954;top:4466;width:700;height:557;flip:x;visibility:visible;mso-wrap-style:square;v-text-anchor:top" coordsize="70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" path="m,557c40,487,81,417,122,358,163,299,197,251,249,202,301,153,375,98,434,65,493,32,558,10,602,5v44,-5,71,11,98,27e" filled="f">
                        <v:path arrowok="t" o:connecttype="custom" o:connectlocs="0,557;122,358;249,202;434,65;602,5;700,32" o:connectangles="0,0,0,0,0,0"/>
                      </v:shape>
                      <v:shape id="Freeform 251" o:spid="_x0000_s1047" style="position:absolute;left:1560;top:3552;width:144;height:965;visibility:visible;mso-wrap-style:square;v-text-anchor:top" coordsize="144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" path="m,c20,64,86,277,109,384v23,107,27,181,31,257c144,717,135,784,131,838v-4,54,-9,90,-15,127e" filled="f">
                        <v:path arrowok="t" o:connecttype="custom" o:connectlocs="0,0;109,384;140,641;131,838;116,965" o:connectangles="0,0,0,0,0"/>
                      </v:shape>
                      <v:shape id="Freeform 252" o:spid="_x0000_s1048" style="position:absolute;left:1401;top:4494;width:279;height:1038;flip:x;visibility:visible;mso-wrap-style:square;v-text-anchor:top" coordsize="13291,1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" path="m,c429,520,1333,1880,2571,3120,3810,4360,6190,6293,7429,7440v1238,1147,5195,5733,5862,6400e" filled="f" strokecolor="gray">
                        <v:path arrowok="t" o:connecttype="custom" o:connectlocs="0,0;54,234;156,558;279,1038" o:connectangles="0,0,0,0"/>
                      </v:shape>
                    </v:group>
                  </w:pict>
                </mc:Fallback>
              </mc:AlternateContent>
            </w:r>
            <w:r w:rsidR="0034322A" w:rsidRPr="006015A1">
              <w:rPr>
                <w:rFonts w:ascii="Arial" w:hAnsi="Arial"/>
                <w:b/>
                <w:bCs/>
                <w:sz w:val="18"/>
                <w:szCs w:val="20"/>
              </w:rPr>
              <w:t>Left</w:t>
            </w:r>
            <w:r w:rsidR="00572033" w:rsidRPr="006015A1">
              <w:rPr>
                <w:rFonts w:ascii="Arial" w:hAnsi="Arial"/>
                <w:b/>
                <w:bCs/>
                <w:sz w:val="18"/>
                <w:szCs w:val="20"/>
              </w:rPr>
              <w:t xml:space="preserve"> </w:t>
            </w:r>
            <w:r w:rsidR="00CF5D0F" w:rsidRPr="006015A1">
              <w:rPr>
                <w:rFonts w:ascii="Arial" w:hAnsi="Arial"/>
                <w:b/>
                <w:bCs/>
                <w:sz w:val="18"/>
                <w:szCs w:val="20"/>
              </w:rPr>
              <w:t>Lower</w:t>
            </w:r>
            <w:r w:rsidR="00572033" w:rsidRPr="006015A1">
              <w:rPr>
                <w:rFonts w:ascii="Arial" w:hAnsi="Arial"/>
                <w:b/>
                <w:bCs/>
                <w:sz w:val="18"/>
                <w:szCs w:val="20"/>
              </w:rPr>
              <w:t xml:space="preserve"> Extremity Arterial Duplex</w:t>
            </w:r>
          </w:p>
        </w:tc>
      </w:tr>
      <w:tr w:rsidR="009A34D2" w:rsidRPr="006015A1" w:rsidTr="00261D9C">
        <w:trPr>
          <w:gridAfter w:val="1"/>
          <w:wAfter w:w="13" w:type="dxa"/>
          <w:trHeight w:val="7938"/>
        </w:trPr>
        <w:tc>
          <w:tcPr>
            <w:tcW w:w="962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6015A1" w:rsidRDefault="00261D9C" w:rsidP="006015A1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-168630</wp:posOffset>
                      </wp:positionH>
                      <wp:positionV relativeFrom="paragraph">
                        <wp:posOffset>1127328</wp:posOffset>
                      </wp:positionV>
                      <wp:extent cx="306070" cy="152400"/>
                      <wp:effectExtent l="5080" t="1270" r="3175" b="8255"/>
                      <wp:wrapNone/>
                      <wp:docPr id="2" name="Text Box 4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6E3B" w:rsidRPr="004E4B01" w:rsidRDefault="00E16319" w:rsidP="00016E3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B115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55" o:spid="_x0000_s1026" type="#_x0000_t202" style="position:absolute;left:0;text-align:left;margin-left:-13.3pt;margin-top:88.75pt;width:24.1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/woQ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16E3B" w:rsidRPr="004E4B01" w:rsidRDefault="00E16319" w:rsidP="00016E3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4496</wp:posOffset>
                      </wp:positionH>
                      <wp:positionV relativeFrom="paragraph">
                        <wp:posOffset>455548</wp:posOffset>
                      </wp:positionV>
                      <wp:extent cx="1005332" cy="475488"/>
                      <wp:effectExtent l="0" t="0" r="23495" b="20320"/>
                      <wp:wrapNone/>
                      <wp:docPr id="21" name="AutoShape 4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005332" cy="4754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0E709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59" o:spid="_x0000_s1026" type="#_x0000_t32" style="position:absolute;margin-left:.35pt;margin-top:35.85pt;width:79.15pt;height:37.45pt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84963</wp:posOffset>
                      </wp:positionH>
                      <wp:positionV relativeFrom="paragraph">
                        <wp:posOffset>557961</wp:posOffset>
                      </wp:positionV>
                      <wp:extent cx="1083335" cy="541325"/>
                      <wp:effectExtent l="0" t="0" r="21590" b="30480"/>
                      <wp:wrapNone/>
                      <wp:docPr id="22" name="AutoShape 4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083335" cy="541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B15C14" id="AutoShape 460" o:spid="_x0000_s1026" type="#_x0000_t32" style="position:absolute;margin-left:6.7pt;margin-top:43.95pt;width:85.3pt;height:42.6pt;flip: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"/>
                  </w:pict>
                </mc:Fallback>
              </mc:AlternateContent>
            </w:r>
            <w:r w:rsidR="004C5771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3462297</wp:posOffset>
                      </wp:positionH>
                      <wp:positionV relativeFrom="paragraph">
                        <wp:posOffset>1393061</wp:posOffset>
                      </wp:positionV>
                      <wp:extent cx="496570" cy="245960"/>
                      <wp:effectExtent l="0" t="0" r="0" b="1905"/>
                      <wp:wrapNone/>
                      <wp:docPr id="37" name="Text Box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570" cy="2459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Default="00E16319" w:rsidP="00F8023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B178/90</w:t>
                                  </w:r>
                                </w:p>
                                <w:p w:rsidR="00E16319" w:rsidRPr="00E16319" w:rsidRDefault="00E16319" w:rsidP="00F8023E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E16319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&lt;50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%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3" o:spid="_x0000_s1027" type="#_x0000_t202" style="position:absolute;left:0;text-align:left;margin-left:272.6pt;margin-top:109.7pt;width:39.1pt;height:19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bSoog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Default="00E16319" w:rsidP="00F8023E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B178/90</w:t>
                            </w:r>
                          </w:p>
                          <w:p w:rsidR="00E16319" w:rsidRPr="00E16319" w:rsidRDefault="00E16319" w:rsidP="00F8023E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E16319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&lt;50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6319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622935</wp:posOffset>
                      </wp:positionV>
                      <wp:extent cx="849630" cy="290830"/>
                      <wp:effectExtent l="13335" t="33655" r="13335" b="56515"/>
                      <wp:wrapNone/>
                      <wp:docPr id="44" name="Freeform 4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49630" cy="290830"/>
                              </a:xfrm>
                              <a:custGeom>
                                <a:avLst/>
                                <a:gdLst>
                                  <a:gd name="T0" fmla="*/ 0 w 1338"/>
                                  <a:gd name="T1" fmla="*/ 0 h 458"/>
                                  <a:gd name="T2" fmla="*/ 225 w 1338"/>
                                  <a:gd name="T3" fmla="*/ 89 h 458"/>
                                  <a:gd name="T4" fmla="*/ 730 w 1338"/>
                                  <a:gd name="T5" fmla="*/ 260 h 458"/>
                                  <a:gd name="T6" fmla="*/ 1338 w 1338"/>
                                  <a:gd name="T7" fmla="*/ 458 h 458"/>
                                  <a:gd name="T8" fmla="*/ 655 w 1338"/>
                                  <a:gd name="T9" fmla="*/ 178 h 458"/>
                                  <a:gd name="T10" fmla="*/ 0 w 1338"/>
                                  <a:gd name="T11" fmla="*/ 0 h 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338" h="458">
                                    <a:moveTo>
                                      <a:pt x="0" y="0"/>
                                    </a:moveTo>
                                    <a:lnTo>
                                      <a:pt x="225" y="89"/>
                                    </a:lnTo>
                                    <a:lnTo>
                                      <a:pt x="730" y="260"/>
                                    </a:lnTo>
                                    <a:lnTo>
                                      <a:pt x="1338" y="458"/>
                                    </a:lnTo>
                                    <a:lnTo>
                                      <a:pt x="655" y="17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60C571" id="Freeform 475" o:spid="_x0000_s1026" style="position:absolute;margin-left:88.35pt;margin-top:49.05pt;width:66.9pt;height:22.9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3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" path="m,l225,89,730,260r608,198l655,178,,xe" fillcolor="#333">
                      <v:path arrowok="t" o:connecttype="custom" o:connectlocs="0,0;142875,56515;463550,165100;849630,290830;415925,113030;0,0" o:connectangles="0,0,0,0,0,0"/>
                    </v:shape>
                  </w:pict>
                </mc:Fallback>
              </mc:AlternateContent>
            </w:r>
            <w:r w:rsidR="00E16319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1975485</wp:posOffset>
                      </wp:positionH>
                      <wp:positionV relativeFrom="paragraph">
                        <wp:posOffset>904875</wp:posOffset>
                      </wp:positionV>
                      <wp:extent cx="1365250" cy="706755"/>
                      <wp:effectExtent l="9525" t="10795" r="53975" b="25400"/>
                      <wp:wrapNone/>
                      <wp:docPr id="43" name="Freeform 4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5250" cy="706755"/>
                              </a:xfrm>
                              <a:custGeom>
                                <a:avLst/>
                                <a:gdLst>
                                  <a:gd name="T0" fmla="*/ 0 w 2150"/>
                                  <a:gd name="T1" fmla="*/ 0 h 1113"/>
                                  <a:gd name="T2" fmla="*/ 211 w 2150"/>
                                  <a:gd name="T3" fmla="*/ 130 h 1113"/>
                                  <a:gd name="T4" fmla="*/ 498 w 2150"/>
                                  <a:gd name="T5" fmla="*/ 280 h 1113"/>
                                  <a:gd name="T6" fmla="*/ 614 w 2150"/>
                                  <a:gd name="T7" fmla="*/ 328 h 1113"/>
                                  <a:gd name="T8" fmla="*/ 669 w 2150"/>
                                  <a:gd name="T9" fmla="*/ 403 h 1113"/>
                                  <a:gd name="T10" fmla="*/ 778 w 2150"/>
                                  <a:gd name="T11" fmla="*/ 464 h 1113"/>
                                  <a:gd name="T12" fmla="*/ 921 w 2150"/>
                                  <a:gd name="T13" fmla="*/ 471 h 1113"/>
                                  <a:gd name="T14" fmla="*/ 1215 w 2150"/>
                                  <a:gd name="T15" fmla="*/ 621 h 1113"/>
                                  <a:gd name="T16" fmla="*/ 1392 w 2150"/>
                                  <a:gd name="T17" fmla="*/ 751 h 1113"/>
                                  <a:gd name="T18" fmla="*/ 1508 w 2150"/>
                                  <a:gd name="T19" fmla="*/ 785 h 1113"/>
                                  <a:gd name="T20" fmla="*/ 1651 w 2150"/>
                                  <a:gd name="T21" fmla="*/ 853 h 1113"/>
                                  <a:gd name="T22" fmla="*/ 2000 w 2150"/>
                                  <a:gd name="T23" fmla="*/ 1058 h 1113"/>
                                  <a:gd name="T24" fmla="*/ 2150 w 2150"/>
                                  <a:gd name="T25" fmla="*/ 1113 h 1113"/>
                                  <a:gd name="T26" fmla="*/ 1706 w 2150"/>
                                  <a:gd name="T27" fmla="*/ 833 h 1113"/>
                                  <a:gd name="T28" fmla="*/ 1119 w 2150"/>
                                  <a:gd name="T29" fmla="*/ 539 h 1113"/>
                                  <a:gd name="T30" fmla="*/ 703 w 2150"/>
                                  <a:gd name="T31" fmla="*/ 335 h 1113"/>
                                  <a:gd name="T32" fmla="*/ 89 w 2150"/>
                                  <a:gd name="T33" fmla="*/ 62 h 1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2150" h="1113">
                                    <a:moveTo>
                                      <a:pt x="0" y="0"/>
                                    </a:moveTo>
                                    <a:lnTo>
                                      <a:pt x="211" y="130"/>
                                    </a:lnTo>
                                    <a:lnTo>
                                      <a:pt x="498" y="280"/>
                                    </a:lnTo>
                                    <a:lnTo>
                                      <a:pt x="614" y="328"/>
                                    </a:lnTo>
                                    <a:lnTo>
                                      <a:pt x="669" y="403"/>
                                    </a:lnTo>
                                    <a:lnTo>
                                      <a:pt x="778" y="464"/>
                                    </a:lnTo>
                                    <a:lnTo>
                                      <a:pt x="921" y="471"/>
                                    </a:lnTo>
                                    <a:lnTo>
                                      <a:pt x="1215" y="621"/>
                                    </a:lnTo>
                                    <a:lnTo>
                                      <a:pt x="1392" y="751"/>
                                    </a:lnTo>
                                    <a:lnTo>
                                      <a:pt x="1508" y="785"/>
                                    </a:lnTo>
                                    <a:lnTo>
                                      <a:pt x="1651" y="853"/>
                                    </a:lnTo>
                                    <a:lnTo>
                                      <a:pt x="2000" y="1058"/>
                                    </a:lnTo>
                                    <a:lnTo>
                                      <a:pt x="2150" y="1113"/>
                                    </a:lnTo>
                                    <a:lnTo>
                                      <a:pt x="1706" y="833"/>
                                    </a:lnTo>
                                    <a:lnTo>
                                      <a:pt x="1119" y="539"/>
                                    </a:lnTo>
                                    <a:lnTo>
                                      <a:pt x="703" y="335"/>
                                    </a:lnTo>
                                    <a:lnTo>
                                      <a:pt x="89" y="62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D740289" id="Freeform 473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55.55pt,71.25pt,166.1pt,77.75pt,180.45pt,85.25pt,186.25pt,87.65pt,189pt,91.4pt,194.45pt,94.45pt,201.6pt,94.8pt,216.3pt,102.3pt,225.15pt,108.8pt,230.95pt,110.5pt,238.1pt,113.9pt,255.55pt,124.15pt,263.05pt,126.9pt,240.85pt,112.9pt,211.5pt,98.2pt,190.7pt,88pt,160pt,74.35pt" coordsize="2150,1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" fillcolor="#333">
                      <v:path arrowok="t" o:connecttype="custom" o:connectlocs="0,0;133985,82550;316230,177800;389890,208280;424815,255905;494030,294640;584835,299085;771525,394335;883920,476885;957580,498475;1048385,541655;1270000,671830;1365250,706755;1083310,528955;710565,342265;446405,212725;56515,39370" o:connectangles="0,0,0,0,0,0,0,0,0,0,0,0,0,0,0,0,0"/>
                    </v:polyline>
                  </w:pict>
                </mc:Fallback>
              </mc:AlternateContent>
            </w:r>
            <w:r w:rsidR="00E16319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1923415</wp:posOffset>
                      </wp:positionH>
                      <wp:positionV relativeFrom="paragraph">
                        <wp:posOffset>1004570</wp:posOffset>
                      </wp:positionV>
                      <wp:extent cx="1347470" cy="697865"/>
                      <wp:effectExtent l="5080" t="5715" r="9525" b="10795"/>
                      <wp:wrapNone/>
                      <wp:docPr id="42" name="Freeform 4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47470" cy="697865"/>
                              </a:xfrm>
                              <a:custGeom>
                                <a:avLst/>
                                <a:gdLst>
                                  <a:gd name="T0" fmla="*/ 0 w 2122"/>
                                  <a:gd name="T1" fmla="*/ 0 h 1099"/>
                                  <a:gd name="T2" fmla="*/ 341 w 2122"/>
                                  <a:gd name="T3" fmla="*/ 116 h 1099"/>
                                  <a:gd name="T4" fmla="*/ 764 w 2122"/>
                                  <a:gd name="T5" fmla="*/ 314 h 1099"/>
                                  <a:gd name="T6" fmla="*/ 1447 w 2122"/>
                                  <a:gd name="T7" fmla="*/ 696 h 1099"/>
                                  <a:gd name="T8" fmla="*/ 2122 w 2122"/>
                                  <a:gd name="T9" fmla="*/ 1099 h 1099"/>
                                  <a:gd name="T10" fmla="*/ 1563 w 2122"/>
                                  <a:gd name="T11" fmla="*/ 758 h 1099"/>
                                  <a:gd name="T12" fmla="*/ 942 w 2122"/>
                                  <a:gd name="T13" fmla="*/ 430 h 1099"/>
                                  <a:gd name="T14" fmla="*/ 444 w 2122"/>
                                  <a:gd name="T15" fmla="*/ 191 h 1099"/>
                                  <a:gd name="T16" fmla="*/ 116 w 2122"/>
                                  <a:gd name="T17" fmla="*/ 48 h 10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122" h="1099">
                                    <a:moveTo>
                                      <a:pt x="0" y="0"/>
                                    </a:moveTo>
                                    <a:lnTo>
                                      <a:pt x="341" y="116"/>
                                    </a:lnTo>
                                    <a:lnTo>
                                      <a:pt x="764" y="314"/>
                                    </a:lnTo>
                                    <a:lnTo>
                                      <a:pt x="1447" y="696"/>
                                    </a:lnTo>
                                    <a:lnTo>
                                      <a:pt x="2122" y="1099"/>
                                    </a:lnTo>
                                    <a:lnTo>
                                      <a:pt x="1563" y="758"/>
                                    </a:lnTo>
                                    <a:lnTo>
                                      <a:pt x="942" y="430"/>
                                    </a:lnTo>
                                    <a:lnTo>
                                      <a:pt x="444" y="191"/>
                                    </a:lnTo>
                                    <a:lnTo>
                                      <a:pt x="116" y="48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3DACE50" id="Freeform 474" o:spid="_x0000_s1026" style="position:absolute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51.45pt,79.1pt,168.5pt,84.9pt,189.65pt,94.8pt,223.8pt,113.9pt,257.55pt,134.05pt,229.6pt,117pt,198.55pt,100.6pt,173.65pt,88.65pt,157.25pt,81.5pt" coordsize="2122,1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" fillcolor="#333">
                      <v:path arrowok="t" o:connecttype="custom" o:connectlocs="0,0;216535,73660;485140,199390;918845,441960;1347470,697865;992505,481330;598170,273050;281940,121285;73660,30480" o:connectangles="0,0,0,0,0,0,0,0,0"/>
                    </v:polyline>
                  </w:pict>
                </mc:Fallback>
              </mc:AlternateContent>
            </w:r>
            <w:r w:rsidR="00E16319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2305685</wp:posOffset>
                      </wp:positionH>
                      <wp:positionV relativeFrom="paragraph">
                        <wp:posOffset>835025</wp:posOffset>
                      </wp:positionV>
                      <wp:extent cx="462280" cy="234315"/>
                      <wp:effectExtent l="6350" t="7620" r="7620" b="5715"/>
                      <wp:wrapNone/>
                      <wp:docPr id="41" name="Text Box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280" cy="234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Default="00E16319" w:rsidP="00F8023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B144/62</w:t>
                                  </w:r>
                                </w:p>
                                <w:p w:rsidR="00E16319" w:rsidRPr="00E16319" w:rsidRDefault="00E16319" w:rsidP="00F8023E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E16319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50-74%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1" o:spid="_x0000_s1026" type="#_x0000_t202" style="position:absolute;left:0;text-align:left;margin-left:181.55pt;margin-top:65.75pt;width:36.4pt;height:18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Default="00E16319" w:rsidP="00F8023E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B144/62</w:t>
                            </w:r>
                          </w:p>
                          <w:p w:rsidR="00E16319" w:rsidRPr="00E16319" w:rsidRDefault="00E16319" w:rsidP="00F8023E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E16319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50-74%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6319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1953895</wp:posOffset>
                      </wp:positionH>
                      <wp:positionV relativeFrom="paragraph">
                        <wp:posOffset>752475</wp:posOffset>
                      </wp:positionV>
                      <wp:extent cx="306070" cy="152400"/>
                      <wp:effectExtent l="6985" t="1270" r="1270" b="8255"/>
                      <wp:wrapNone/>
                      <wp:docPr id="40" name="Text Box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E16319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B44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0" o:spid="_x0000_s1027" type="#_x0000_t202" style="position:absolute;left:0;text-align:left;margin-left:153.85pt;margin-top:59.25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E16319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B44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6319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2743835</wp:posOffset>
                      </wp:positionH>
                      <wp:positionV relativeFrom="paragraph">
                        <wp:posOffset>1029335</wp:posOffset>
                      </wp:positionV>
                      <wp:extent cx="439420" cy="234950"/>
                      <wp:effectExtent l="6350" t="1905" r="1905" b="1270"/>
                      <wp:wrapNone/>
                      <wp:docPr id="39" name="Text Box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94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Default="00E16319" w:rsidP="00F8647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B194/96</w:t>
                                  </w:r>
                                </w:p>
                                <w:p w:rsidR="00E16319" w:rsidRPr="00E16319" w:rsidRDefault="00E16319" w:rsidP="00F8647F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E16319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&lt;50%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7" o:spid="_x0000_s1028" type="#_x0000_t202" style="position:absolute;left:0;text-align:left;margin-left:216.05pt;margin-top:81.05pt;width:34.6pt;height:1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Default="00E16319" w:rsidP="00F8647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B194/96</w:t>
                            </w:r>
                          </w:p>
                          <w:p w:rsidR="00E16319" w:rsidRPr="00E16319" w:rsidRDefault="00E16319" w:rsidP="00F8647F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E16319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&lt;50%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6319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3060700</wp:posOffset>
                      </wp:positionH>
                      <wp:positionV relativeFrom="paragraph">
                        <wp:posOffset>1293495</wp:posOffset>
                      </wp:positionV>
                      <wp:extent cx="306070" cy="152400"/>
                      <wp:effectExtent l="8890" t="8890" r="8890" b="635"/>
                      <wp:wrapNone/>
                      <wp:docPr id="38" name="Text Box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E16319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B81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2" o:spid="_x0000_s1031" type="#_x0000_t202" style="position:absolute;left:0;text-align:left;margin-left:241pt;margin-top:101.85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E16319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B81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6319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3311525</wp:posOffset>
                      </wp:positionH>
                      <wp:positionV relativeFrom="paragraph">
                        <wp:posOffset>1601470</wp:posOffset>
                      </wp:positionV>
                      <wp:extent cx="594995" cy="527050"/>
                      <wp:effectExtent l="59690" t="50165" r="31115" b="22860"/>
                      <wp:wrapNone/>
                      <wp:docPr id="36" name="Freeform 4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4995" cy="527050"/>
                              </a:xfrm>
                              <a:custGeom>
                                <a:avLst/>
                                <a:gdLst>
                                  <a:gd name="T0" fmla="*/ 0 w 937"/>
                                  <a:gd name="T1" fmla="*/ 0 h 830"/>
                                  <a:gd name="T2" fmla="*/ 193 w 937"/>
                                  <a:gd name="T3" fmla="*/ 177 h 830"/>
                                  <a:gd name="T4" fmla="*/ 225 w 937"/>
                                  <a:gd name="T5" fmla="*/ 246 h 830"/>
                                  <a:gd name="T6" fmla="*/ 289 w 937"/>
                                  <a:gd name="T7" fmla="*/ 305 h 830"/>
                                  <a:gd name="T8" fmla="*/ 391 w 937"/>
                                  <a:gd name="T9" fmla="*/ 316 h 830"/>
                                  <a:gd name="T10" fmla="*/ 567 w 937"/>
                                  <a:gd name="T11" fmla="*/ 541 h 830"/>
                                  <a:gd name="T12" fmla="*/ 851 w 937"/>
                                  <a:gd name="T13" fmla="*/ 798 h 830"/>
                                  <a:gd name="T14" fmla="*/ 937 w 937"/>
                                  <a:gd name="T15" fmla="*/ 830 h 830"/>
                                  <a:gd name="T16" fmla="*/ 749 w 937"/>
                                  <a:gd name="T17" fmla="*/ 648 h 830"/>
                                  <a:gd name="T18" fmla="*/ 519 w 937"/>
                                  <a:gd name="T19" fmla="*/ 396 h 830"/>
                                  <a:gd name="T20" fmla="*/ 235 w 937"/>
                                  <a:gd name="T21" fmla="*/ 155 h 830"/>
                                  <a:gd name="T22" fmla="*/ 0 w 937"/>
                                  <a:gd name="T23" fmla="*/ 0 h 8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937" h="830">
                                    <a:moveTo>
                                      <a:pt x="0" y="0"/>
                                    </a:moveTo>
                                    <a:lnTo>
                                      <a:pt x="193" y="177"/>
                                    </a:lnTo>
                                    <a:lnTo>
                                      <a:pt x="225" y="246"/>
                                    </a:lnTo>
                                    <a:lnTo>
                                      <a:pt x="289" y="305"/>
                                    </a:lnTo>
                                    <a:lnTo>
                                      <a:pt x="391" y="316"/>
                                    </a:lnTo>
                                    <a:lnTo>
                                      <a:pt x="567" y="541"/>
                                    </a:lnTo>
                                    <a:lnTo>
                                      <a:pt x="851" y="798"/>
                                    </a:lnTo>
                                    <a:lnTo>
                                      <a:pt x="937" y="830"/>
                                    </a:lnTo>
                                    <a:lnTo>
                                      <a:pt x="749" y="648"/>
                                    </a:lnTo>
                                    <a:lnTo>
                                      <a:pt x="519" y="396"/>
                                    </a:lnTo>
                                    <a:lnTo>
                                      <a:pt x="235" y="15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6795EB" id="Freeform 470" o:spid="_x0000_s1026" style="position:absolute;margin-left:260.75pt;margin-top:126.1pt;width:46.85pt;height:41.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7,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" path="m,l193,177r32,69l289,305r102,11l567,541,851,798r86,32l749,648,519,396,235,155,,xe" fillcolor="#333">
                      <v:path arrowok="t" o:connecttype="custom" o:connectlocs="0,0;122555,112395;142875,156210;183515,193675;248285,200660;360045,343535;540385,506730;594995,527050;475615,411480;329565,251460;149225,98425;0,0" o:connectangles="0,0,0,0,0,0,0,0,0,0,0,0"/>
                    </v:shape>
                  </w:pict>
                </mc:Fallback>
              </mc:AlternateContent>
            </w:r>
            <w:r w:rsidR="00E16319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3263900</wp:posOffset>
                      </wp:positionH>
                      <wp:positionV relativeFrom="paragraph">
                        <wp:posOffset>1689735</wp:posOffset>
                      </wp:positionV>
                      <wp:extent cx="445135" cy="398145"/>
                      <wp:effectExtent l="12065" t="5080" r="9525" b="6350"/>
                      <wp:wrapNone/>
                      <wp:docPr id="35" name="Freeform 4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5135" cy="398145"/>
                              </a:xfrm>
                              <a:custGeom>
                                <a:avLst/>
                                <a:gdLst>
                                  <a:gd name="T0" fmla="*/ 0 w 701"/>
                                  <a:gd name="T1" fmla="*/ 0 h 627"/>
                                  <a:gd name="T2" fmla="*/ 294 w 701"/>
                                  <a:gd name="T3" fmla="*/ 193 h 627"/>
                                  <a:gd name="T4" fmla="*/ 578 w 701"/>
                                  <a:gd name="T5" fmla="*/ 493 h 627"/>
                                  <a:gd name="T6" fmla="*/ 701 w 701"/>
                                  <a:gd name="T7" fmla="*/ 627 h 627"/>
                                  <a:gd name="T8" fmla="*/ 257 w 701"/>
                                  <a:gd name="T9" fmla="*/ 193 h 627"/>
                                  <a:gd name="T10" fmla="*/ 0 w 701"/>
                                  <a:gd name="T11" fmla="*/ 0 h 6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01" h="627">
                                    <a:moveTo>
                                      <a:pt x="0" y="0"/>
                                    </a:moveTo>
                                    <a:lnTo>
                                      <a:pt x="294" y="193"/>
                                    </a:lnTo>
                                    <a:lnTo>
                                      <a:pt x="578" y="493"/>
                                    </a:lnTo>
                                    <a:lnTo>
                                      <a:pt x="701" y="627"/>
                                    </a:lnTo>
                                    <a:lnTo>
                                      <a:pt x="257" y="19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1721B9" id="Freeform 471" o:spid="_x0000_s1026" style="position:absolute;margin-left:257pt;margin-top:133.05pt;width:35.05pt;height:31.3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1,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" path="m,l294,193,578,493,701,627,257,193,,xe" fillcolor="#333">
                      <v:path arrowok="t" o:connecttype="custom" o:connectlocs="0,0;186690,122555;367030,313055;445135,398145;163195,122555;0,0" o:connectangles="0,0,0,0,0,0"/>
                    </v:shape>
                  </w:pict>
                </mc:Fallback>
              </mc:AlternateContent>
            </w:r>
            <w:r w:rsidR="00E16319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4414520</wp:posOffset>
                      </wp:positionH>
                      <wp:positionV relativeFrom="paragraph">
                        <wp:posOffset>2239645</wp:posOffset>
                      </wp:positionV>
                      <wp:extent cx="525780" cy="237490"/>
                      <wp:effectExtent l="635" t="2540" r="6985" b="7620"/>
                      <wp:wrapNone/>
                      <wp:docPr id="34" name="Text Box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5780" cy="2374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Default="00E16319" w:rsidP="00F8023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B167/77</w:t>
                                  </w:r>
                                </w:p>
                                <w:p w:rsidR="00E16319" w:rsidRPr="00E16319" w:rsidRDefault="00E16319" w:rsidP="00F8023E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E16319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50-74%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4" o:spid="_x0000_s1031" type="#_x0000_t202" style="position:absolute;left:0;text-align:left;margin-left:347.6pt;margin-top:176.35pt;width:41.4pt;height:18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Default="00E16319" w:rsidP="00F8023E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B167/77</w:t>
                            </w:r>
                          </w:p>
                          <w:p w:rsidR="00E16319" w:rsidRPr="00E16319" w:rsidRDefault="00E16319" w:rsidP="00F8023E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E16319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50-74%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6319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4114165</wp:posOffset>
                      </wp:positionH>
                      <wp:positionV relativeFrom="paragraph">
                        <wp:posOffset>2264410</wp:posOffset>
                      </wp:positionV>
                      <wp:extent cx="81280" cy="85090"/>
                      <wp:effectExtent l="14605" t="27305" r="18415" b="11430"/>
                      <wp:wrapNone/>
                      <wp:docPr id="33" name="Freeform 4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1280" cy="85090"/>
                              </a:xfrm>
                              <a:custGeom>
                                <a:avLst/>
                                <a:gdLst>
                                  <a:gd name="T0" fmla="*/ 0 w 128"/>
                                  <a:gd name="T1" fmla="*/ 0 h 134"/>
                                  <a:gd name="T2" fmla="*/ 21 w 128"/>
                                  <a:gd name="T3" fmla="*/ 86 h 134"/>
                                  <a:gd name="T4" fmla="*/ 91 w 128"/>
                                  <a:gd name="T5" fmla="*/ 134 h 134"/>
                                  <a:gd name="T6" fmla="*/ 128 w 128"/>
                                  <a:gd name="T7" fmla="*/ 123 h 134"/>
                                  <a:gd name="T8" fmla="*/ 0 w 128"/>
                                  <a:gd name="T9" fmla="*/ 0 h 1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28" h="134">
                                    <a:moveTo>
                                      <a:pt x="0" y="0"/>
                                    </a:moveTo>
                                    <a:lnTo>
                                      <a:pt x="21" y="86"/>
                                    </a:lnTo>
                                    <a:lnTo>
                                      <a:pt x="91" y="134"/>
                                    </a:lnTo>
                                    <a:lnTo>
                                      <a:pt x="128" y="12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A547AE" id="Freeform 469" o:spid="_x0000_s1026" style="position:absolute;margin-left:323.95pt;margin-top:178.3pt;width:6.4pt;height:6.7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8,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" path="m,l21,86r70,48l128,123,,xe" fillcolor="#333">
                      <v:path arrowok="t" o:connecttype="custom" o:connectlocs="0,0;13335,54610;57785,85090;81280,78105;0,0" o:connectangles="0,0,0,0,0"/>
                    </v:shape>
                  </w:pict>
                </mc:Fallback>
              </mc:AlternateContent>
            </w:r>
            <w:r w:rsidR="00E16319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6218" behindDoc="0" locked="0" layoutInCell="1" allowOverlap="1">
                      <wp:simplePos x="0" y="0"/>
                      <wp:positionH relativeFrom="column">
                        <wp:posOffset>3860800</wp:posOffset>
                      </wp:positionH>
                      <wp:positionV relativeFrom="paragraph">
                        <wp:posOffset>2178685</wp:posOffset>
                      </wp:positionV>
                      <wp:extent cx="949325" cy="1978025"/>
                      <wp:effectExtent l="56515" t="27305" r="60960" b="13970"/>
                      <wp:wrapNone/>
                      <wp:docPr id="32" name="Freeform 4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9325" cy="1978025"/>
                              </a:xfrm>
                              <a:custGeom>
                                <a:avLst/>
                                <a:gdLst>
                                  <a:gd name="T0" fmla="*/ 0 w 1495"/>
                                  <a:gd name="T1" fmla="*/ 0 h 3115"/>
                                  <a:gd name="T2" fmla="*/ 106 w 1495"/>
                                  <a:gd name="T3" fmla="*/ 28 h 3115"/>
                                  <a:gd name="T4" fmla="*/ 212 w 1495"/>
                                  <a:gd name="T5" fmla="*/ 83 h 3115"/>
                                  <a:gd name="T6" fmla="*/ 388 w 1495"/>
                                  <a:gd name="T7" fmla="*/ 217 h 3115"/>
                                  <a:gd name="T8" fmla="*/ 517 w 1495"/>
                                  <a:gd name="T9" fmla="*/ 364 h 3115"/>
                                  <a:gd name="T10" fmla="*/ 600 w 1495"/>
                                  <a:gd name="T11" fmla="*/ 526 h 3115"/>
                                  <a:gd name="T12" fmla="*/ 641 w 1495"/>
                                  <a:gd name="T13" fmla="*/ 618 h 3115"/>
                                  <a:gd name="T14" fmla="*/ 711 w 1495"/>
                                  <a:gd name="T15" fmla="*/ 826 h 3115"/>
                                  <a:gd name="T16" fmla="*/ 789 w 1495"/>
                                  <a:gd name="T17" fmla="*/ 1108 h 3115"/>
                                  <a:gd name="T18" fmla="*/ 928 w 1495"/>
                                  <a:gd name="T19" fmla="*/ 1684 h 3115"/>
                                  <a:gd name="T20" fmla="*/ 997 w 1495"/>
                                  <a:gd name="T21" fmla="*/ 1943 h 3115"/>
                                  <a:gd name="T22" fmla="*/ 1052 w 1495"/>
                                  <a:gd name="T23" fmla="*/ 2169 h 3115"/>
                                  <a:gd name="T24" fmla="*/ 1098 w 1495"/>
                                  <a:gd name="T25" fmla="*/ 2363 h 3115"/>
                                  <a:gd name="T26" fmla="*/ 1158 w 1495"/>
                                  <a:gd name="T27" fmla="*/ 2557 h 3115"/>
                                  <a:gd name="T28" fmla="*/ 1214 w 1495"/>
                                  <a:gd name="T29" fmla="*/ 2691 h 3115"/>
                                  <a:gd name="T30" fmla="*/ 1297 w 1495"/>
                                  <a:gd name="T31" fmla="*/ 2824 h 3115"/>
                                  <a:gd name="T32" fmla="*/ 1421 w 1495"/>
                                  <a:gd name="T33" fmla="*/ 2995 h 3115"/>
                                  <a:gd name="T34" fmla="*/ 1495 w 1495"/>
                                  <a:gd name="T35" fmla="*/ 3115 h 3115"/>
                                  <a:gd name="T36" fmla="*/ 1264 w 1495"/>
                                  <a:gd name="T37" fmla="*/ 2811 h 3115"/>
                                  <a:gd name="T38" fmla="*/ 1163 w 1495"/>
                                  <a:gd name="T39" fmla="*/ 2635 h 3115"/>
                                  <a:gd name="T40" fmla="*/ 1094 w 1495"/>
                                  <a:gd name="T41" fmla="*/ 2395 h 3115"/>
                                  <a:gd name="T42" fmla="*/ 960 w 1495"/>
                                  <a:gd name="T43" fmla="*/ 1874 h 3115"/>
                                  <a:gd name="T44" fmla="*/ 821 w 1495"/>
                                  <a:gd name="T45" fmla="*/ 1329 h 3115"/>
                                  <a:gd name="T46" fmla="*/ 669 w 1495"/>
                                  <a:gd name="T47" fmla="*/ 752 h 3115"/>
                                  <a:gd name="T48" fmla="*/ 521 w 1495"/>
                                  <a:gd name="T49" fmla="*/ 406 h 3115"/>
                                  <a:gd name="T50" fmla="*/ 355 w 1495"/>
                                  <a:gd name="T51" fmla="*/ 212 h 3115"/>
                                  <a:gd name="T52" fmla="*/ 148 w 1495"/>
                                  <a:gd name="T53" fmla="*/ 69 h 3115"/>
                                  <a:gd name="T54" fmla="*/ 0 w 1495"/>
                                  <a:gd name="T55" fmla="*/ 0 h 31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1495" h="3115">
                                    <a:moveTo>
                                      <a:pt x="0" y="0"/>
                                    </a:moveTo>
                                    <a:lnTo>
                                      <a:pt x="106" y="28"/>
                                    </a:lnTo>
                                    <a:lnTo>
                                      <a:pt x="212" y="83"/>
                                    </a:lnTo>
                                    <a:lnTo>
                                      <a:pt x="388" y="217"/>
                                    </a:lnTo>
                                    <a:lnTo>
                                      <a:pt x="517" y="364"/>
                                    </a:lnTo>
                                    <a:lnTo>
                                      <a:pt x="600" y="526"/>
                                    </a:lnTo>
                                    <a:lnTo>
                                      <a:pt x="641" y="618"/>
                                    </a:lnTo>
                                    <a:lnTo>
                                      <a:pt x="711" y="826"/>
                                    </a:lnTo>
                                    <a:lnTo>
                                      <a:pt x="789" y="1108"/>
                                    </a:lnTo>
                                    <a:lnTo>
                                      <a:pt x="928" y="1684"/>
                                    </a:lnTo>
                                    <a:lnTo>
                                      <a:pt x="997" y="1943"/>
                                    </a:lnTo>
                                    <a:lnTo>
                                      <a:pt x="1052" y="2169"/>
                                    </a:lnTo>
                                    <a:lnTo>
                                      <a:pt x="1098" y="2363"/>
                                    </a:lnTo>
                                    <a:lnTo>
                                      <a:pt x="1158" y="2557"/>
                                    </a:lnTo>
                                    <a:lnTo>
                                      <a:pt x="1214" y="2691"/>
                                    </a:lnTo>
                                    <a:lnTo>
                                      <a:pt x="1297" y="2824"/>
                                    </a:lnTo>
                                    <a:lnTo>
                                      <a:pt x="1421" y="2995"/>
                                    </a:lnTo>
                                    <a:lnTo>
                                      <a:pt x="1495" y="3115"/>
                                    </a:lnTo>
                                    <a:lnTo>
                                      <a:pt x="1264" y="2811"/>
                                    </a:lnTo>
                                    <a:lnTo>
                                      <a:pt x="1163" y="2635"/>
                                    </a:lnTo>
                                    <a:lnTo>
                                      <a:pt x="1094" y="2395"/>
                                    </a:lnTo>
                                    <a:lnTo>
                                      <a:pt x="960" y="1874"/>
                                    </a:lnTo>
                                    <a:lnTo>
                                      <a:pt x="821" y="1329"/>
                                    </a:lnTo>
                                    <a:lnTo>
                                      <a:pt x="669" y="752"/>
                                    </a:lnTo>
                                    <a:lnTo>
                                      <a:pt x="521" y="406"/>
                                    </a:lnTo>
                                    <a:lnTo>
                                      <a:pt x="355" y="212"/>
                                    </a:lnTo>
                                    <a:lnTo>
                                      <a:pt x="148" y="6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A70856" id="Freeform 468" o:spid="_x0000_s1026" style="position:absolute;margin-left:304pt;margin-top:171.55pt;width:74.75pt;height:155.75pt;z-index:2516362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95,3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" path="m,l106,28,212,83,388,217,517,364r83,162l641,618r70,208l789,1108r139,576l997,1943r55,226l1098,2363r60,194l1214,2691r83,133l1421,2995r74,120l1264,2811,1163,2635r-69,-240l960,1874,821,1329,669,752,521,406,355,212,148,69,,xe" fillcolor="#333">
                      <v:path arrowok="t" o:connecttype="custom" o:connectlocs="0,0;67310,17780;134620,52705;246380,137795;328295,231140;381000,334010;407035,392430;451485,524510;501015,703580;589280,1069340;633095,1233805;668020,1377315;697230,1500505;735330,1623695;770890,1708785;823595,1793240;902335,1901825;949325,1978025;802640,1784985;738505,1673225;694690,1520825;609600,1189990;521335,843915;424815,477520;330835,257810;225425,134620;93980,43815;0,0" o:connectangles="0,0,0,0,0,0,0,0,0,0,0,0,0,0,0,0,0,0,0,0,0,0,0,0,0,0,0,0"/>
                    </v:shape>
                  </w:pict>
                </mc:Fallback>
              </mc:AlternateContent>
            </w:r>
            <w:r w:rsidR="00E16319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7243" behindDoc="0" locked="0" layoutInCell="1" allowOverlap="1">
                      <wp:simplePos x="0" y="0"/>
                      <wp:positionH relativeFrom="column">
                        <wp:posOffset>3904615</wp:posOffset>
                      </wp:positionH>
                      <wp:positionV relativeFrom="paragraph">
                        <wp:posOffset>2131695</wp:posOffset>
                      </wp:positionV>
                      <wp:extent cx="952500" cy="1995805"/>
                      <wp:effectExtent l="62230" t="46990" r="52070" b="52705"/>
                      <wp:wrapNone/>
                      <wp:docPr id="31" name="Freeform 4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0" cy="1995805"/>
                              </a:xfrm>
                              <a:custGeom>
                                <a:avLst/>
                                <a:gdLst>
                                  <a:gd name="T0" fmla="*/ 0 w 1500"/>
                                  <a:gd name="T1" fmla="*/ 0 h 3143"/>
                                  <a:gd name="T2" fmla="*/ 92 w 1500"/>
                                  <a:gd name="T3" fmla="*/ 74 h 3143"/>
                                  <a:gd name="T4" fmla="*/ 259 w 1500"/>
                                  <a:gd name="T5" fmla="*/ 185 h 3143"/>
                                  <a:gd name="T6" fmla="*/ 411 w 1500"/>
                                  <a:gd name="T7" fmla="*/ 328 h 3143"/>
                                  <a:gd name="T8" fmla="*/ 508 w 1500"/>
                                  <a:gd name="T9" fmla="*/ 443 h 3143"/>
                                  <a:gd name="T10" fmla="*/ 632 w 1500"/>
                                  <a:gd name="T11" fmla="*/ 738 h 3143"/>
                                  <a:gd name="T12" fmla="*/ 702 w 1500"/>
                                  <a:gd name="T13" fmla="*/ 937 h 3143"/>
                                  <a:gd name="T14" fmla="*/ 831 w 1500"/>
                                  <a:gd name="T15" fmla="*/ 1445 h 3143"/>
                                  <a:gd name="T16" fmla="*/ 965 w 1500"/>
                                  <a:gd name="T17" fmla="*/ 1966 h 3143"/>
                                  <a:gd name="T18" fmla="*/ 1062 w 1500"/>
                                  <a:gd name="T19" fmla="*/ 2400 h 3143"/>
                                  <a:gd name="T20" fmla="*/ 1135 w 1500"/>
                                  <a:gd name="T21" fmla="*/ 2631 h 3143"/>
                                  <a:gd name="T22" fmla="*/ 1172 w 1500"/>
                                  <a:gd name="T23" fmla="*/ 2732 h 3143"/>
                                  <a:gd name="T24" fmla="*/ 1228 w 1500"/>
                                  <a:gd name="T25" fmla="*/ 2820 h 3143"/>
                                  <a:gd name="T26" fmla="*/ 1357 w 1500"/>
                                  <a:gd name="T27" fmla="*/ 3014 h 3143"/>
                                  <a:gd name="T28" fmla="*/ 1500 w 1500"/>
                                  <a:gd name="T29" fmla="*/ 3143 h 3143"/>
                                  <a:gd name="T30" fmla="*/ 1302 w 1500"/>
                                  <a:gd name="T31" fmla="*/ 2903 h 3143"/>
                                  <a:gd name="T32" fmla="*/ 1168 w 1500"/>
                                  <a:gd name="T33" fmla="*/ 2658 h 3143"/>
                                  <a:gd name="T34" fmla="*/ 1071 w 1500"/>
                                  <a:gd name="T35" fmla="*/ 2349 h 3143"/>
                                  <a:gd name="T36" fmla="*/ 891 w 1500"/>
                                  <a:gd name="T37" fmla="*/ 1602 h 3143"/>
                                  <a:gd name="T38" fmla="*/ 720 w 1500"/>
                                  <a:gd name="T39" fmla="*/ 923 h 3143"/>
                                  <a:gd name="T40" fmla="*/ 605 w 1500"/>
                                  <a:gd name="T41" fmla="*/ 600 h 3143"/>
                                  <a:gd name="T42" fmla="*/ 494 w 1500"/>
                                  <a:gd name="T43" fmla="*/ 397 h 3143"/>
                                  <a:gd name="T44" fmla="*/ 337 w 1500"/>
                                  <a:gd name="T45" fmla="*/ 222 h 3143"/>
                                  <a:gd name="T46" fmla="*/ 143 w 1500"/>
                                  <a:gd name="T47" fmla="*/ 83 h 3143"/>
                                  <a:gd name="T48" fmla="*/ 0 w 1500"/>
                                  <a:gd name="T49" fmla="*/ 0 h 31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500" h="3143">
                                    <a:moveTo>
                                      <a:pt x="0" y="0"/>
                                    </a:moveTo>
                                    <a:lnTo>
                                      <a:pt x="92" y="74"/>
                                    </a:lnTo>
                                    <a:lnTo>
                                      <a:pt x="259" y="185"/>
                                    </a:lnTo>
                                    <a:lnTo>
                                      <a:pt x="411" y="328"/>
                                    </a:lnTo>
                                    <a:lnTo>
                                      <a:pt x="508" y="443"/>
                                    </a:lnTo>
                                    <a:lnTo>
                                      <a:pt x="632" y="738"/>
                                    </a:lnTo>
                                    <a:lnTo>
                                      <a:pt x="702" y="937"/>
                                    </a:lnTo>
                                    <a:lnTo>
                                      <a:pt x="831" y="1445"/>
                                    </a:lnTo>
                                    <a:lnTo>
                                      <a:pt x="965" y="1966"/>
                                    </a:lnTo>
                                    <a:lnTo>
                                      <a:pt x="1062" y="2400"/>
                                    </a:lnTo>
                                    <a:lnTo>
                                      <a:pt x="1135" y="2631"/>
                                    </a:lnTo>
                                    <a:lnTo>
                                      <a:pt x="1172" y="2732"/>
                                    </a:lnTo>
                                    <a:lnTo>
                                      <a:pt x="1228" y="2820"/>
                                    </a:lnTo>
                                    <a:lnTo>
                                      <a:pt x="1357" y="3014"/>
                                    </a:lnTo>
                                    <a:lnTo>
                                      <a:pt x="1500" y="3143"/>
                                    </a:lnTo>
                                    <a:lnTo>
                                      <a:pt x="1302" y="2903"/>
                                    </a:lnTo>
                                    <a:lnTo>
                                      <a:pt x="1168" y="2658"/>
                                    </a:lnTo>
                                    <a:lnTo>
                                      <a:pt x="1071" y="2349"/>
                                    </a:lnTo>
                                    <a:lnTo>
                                      <a:pt x="891" y="1602"/>
                                    </a:lnTo>
                                    <a:lnTo>
                                      <a:pt x="720" y="923"/>
                                    </a:lnTo>
                                    <a:lnTo>
                                      <a:pt x="605" y="600"/>
                                    </a:lnTo>
                                    <a:lnTo>
                                      <a:pt x="494" y="397"/>
                                    </a:lnTo>
                                    <a:lnTo>
                                      <a:pt x="337" y="222"/>
                                    </a:lnTo>
                                    <a:lnTo>
                                      <a:pt x="143" y="8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233549" id="Freeform 467" o:spid="_x0000_s1026" style="position:absolute;margin-left:307.45pt;margin-top:167.85pt;width:75pt;height:157.15pt;z-index:251637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0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" path="m,l92,74,259,185,411,328r97,115l632,738r70,199l831,1445r134,521l1062,2400r73,231l1172,2732r56,88l1357,3014r143,129l1302,2903,1168,2658r-97,-309l891,1602,720,923,605,600,494,397,337,222,143,83,,xe" fillcolor="#333">
                      <v:path arrowok="t" o:connecttype="custom" o:connectlocs="0,0;58420,46990;164465,117475;260985,208280;322580,281305;401320,468630;445770,594995;527685,917575;612775,1248410;674370,1524000;720725,1670685;744220,1734820;779780,1790700;861695,1913890;952500,1995805;826770,1843405;741680,1687830;680085,1491615;565785,1017270;457200,586105;384175,381000;313690,252095;213995,140970;90805,52705;0,0" o:connectangles="0,0,0,0,0,0,0,0,0,0,0,0,0,0,0,0,0,0,0,0,0,0,0,0,0"/>
                    </v:shape>
                  </w:pict>
                </mc:Fallback>
              </mc:AlternateContent>
            </w:r>
            <w:r w:rsidR="00E16319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8268" behindDoc="0" locked="0" layoutInCell="1" allowOverlap="1">
                      <wp:simplePos x="0" y="0"/>
                      <wp:positionH relativeFrom="column">
                        <wp:posOffset>3848735</wp:posOffset>
                      </wp:positionH>
                      <wp:positionV relativeFrom="paragraph">
                        <wp:posOffset>2199005</wp:posOffset>
                      </wp:positionV>
                      <wp:extent cx="756285" cy="1861185"/>
                      <wp:effectExtent l="6350" t="9525" r="27940" b="43815"/>
                      <wp:wrapNone/>
                      <wp:docPr id="30" name="Freeform 4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6285" cy="1861185"/>
                              </a:xfrm>
                              <a:custGeom>
                                <a:avLst/>
                                <a:gdLst>
                                  <a:gd name="T0" fmla="*/ 0 w 1191"/>
                                  <a:gd name="T1" fmla="*/ 0 h 2931"/>
                                  <a:gd name="T2" fmla="*/ 125 w 1191"/>
                                  <a:gd name="T3" fmla="*/ 319 h 2931"/>
                                  <a:gd name="T4" fmla="*/ 323 w 1191"/>
                                  <a:gd name="T5" fmla="*/ 766 h 2931"/>
                                  <a:gd name="T6" fmla="*/ 665 w 1191"/>
                                  <a:gd name="T7" fmla="*/ 1500 h 2931"/>
                                  <a:gd name="T8" fmla="*/ 799 w 1191"/>
                                  <a:gd name="T9" fmla="*/ 1763 h 2931"/>
                                  <a:gd name="T10" fmla="*/ 868 w 1191"/>
                                  <a:gd name="T11" fmla="*/ 1971 h 2931"/>
                                  <a:gd name="T12" fmla="*/ 923 w 1191"/>
                                  <a:gd name="T13" fmla="*/ 2183 h 2931"/>
                                  <a:gd name="T14" fmla="*/ 1011 w 1191"/>
                                  <a:gd name="T15" fmla="*/ 2497 h 2931"/>
                                  <a:gd name="T16" fmla="*/ 1140 w 1191"/>
                                  <a:gd name="T17" fmla="*/ 2857 h 2931"/>
                                  <a:gd name="T18" fmla="*/ 1191 w 1191"/>
                                  <a:gd name="T19" fmla="*/ 2931 h 2931"/>
                                  <a:gd name="T20" fmla="*/ 1071 w 1191"/>
                                  <a:gd name="T21" fmla="*/ 2612 h 2931"/>
                                  <a:gd name="T22" fmla="*/ 974 w 1191"/>
                                  <a:gd name="T23" fmla="*/ 2299 h 2931"/>
                                  <a:gd name="T24" fmla="*/ 882 w 1191"/>
                                  <a:gd name="T25" fmla="*/ 1943 h 2931"/>
                                  <a:gd name="T26" fmla="*/ 808 w 1191"/>
                                  <a:gd name="T27" fmla="*/ 1749 h 2931"/>
                                  <a:gd name="T28" fmla="*/ 707 w 1191"/>
                                  <a:gd name="T29" fmla="*/ 1532 h 2931"/>
                                  <a:gd name="T30" fmla="*/ 540 w 1191"/>
                                  <a:gd name="T31" fmla="*/ 1186 h 2931"/>
                                  <a:gd name="T32" fmla="*/ 296 w 1191"/>
                                  <a:gd name="T33" fmla="*/ 656 h 2931"/>
                                  <a:gd name="T34" fmla="*/ 65 w 1191"/>
                                  <a:gd name="T35" fmla="*/ 157 h 2931"/>
                                  <a:gd name="T36" fmla="*/ 0 w 1191"/>
                                  <a:gd name="T37" fmla="*/ 0 h 29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191" h="2931">
                                    <a:moveTo>
                                      <a:pt x="0" y="0"/>
                                    </a:moveTo>
                                    <a:lnTo>
                                      <a:pt x="125" y="319"/>
                                    </a:lnTo>
                                    <a:lnTo>
                                      <a:pt x="323" y="766"/>
                                    </a:lnTo>
                                    <a:lnTo>
                                      <a:pt x="665" y="1500"/>
                                    </a:lnTo>
                                    <a:lnTo>
                                      <a:pt x="799" y="1763"/>
                                    </a:lnTo>
                                    <a:lnTo>
                                      <a:pt x="868" y="1971"/>
                                    </a:lnTo>
                                    <a:lnTo>
                                      <a:pt x="923" y="2183"/>
                                    </a:lnTo>
                                    <a:lnTo>
                                      <a:pt x="1011" y="2497"/>
                                    </a:lnTo>
                                    <a:lnTo>
                                      <a:pt x="1140" y="2857"/>
                                    </a:lnTo>
                                    <a:lnTo>
                                      <a:pt x="1191" y="2931"/>
                                    </a:lnTo>
                                    <a:lnTo>
                                      <a:pt x="1071" y="2612"/>
                                    </a:lnTo>
                                    <a:lnTo>
                                      <a:pt x="974" y="2299"/>
                                    </a:lnTo>
                                    <a:lnTo>
                                      <a:pt x="882" y="1943"/>
                                    </a:lnTo>
                                    <a:lnTo>
                                      <a:pt x="808" y="1749"/>
                                    </a:lnTo>
                                    <a:lnTo>
                                      <a:pt x="707" y="1532"/>
                                    </a:lnTo>
                                    <a:lnTo>
                                      <a:pt x="540" y="1186"/>
                                    </a:lnTo>
                                    <a:lnTo>
                                      <a:pt x="296" y="656"/>
                                    </a:lnTo>
                                    <a:lnTo>
                                      <a:pt x="65" y="15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638CAE" id="Freeform 466" o:spid="_x0000_s1026" style="position:absolute;margin-left:303.05pt;margin-top:173.15pt;width:59.55pt;height:146.55pt;z-index:25163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1,2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" path="m,l125,319,323,766r342,734l799,1763r69,208l923,2183r88,314l1140,2857r51,74l1071,2612,974,2299,882,1943,808,1749,707,1532,540,1186,296,656,65,157,,xe" fillcolor="#333">
                      <v:path arrowok="t" o:connecttype="custom" o:connectlocs="0,0;79375,202565;205105,486410;422275,952500;507365,1119505;551180,1251585;586105,1386205;641985,1585595;723900,1814195;756285,1861185;680085,1658620;618490,1459865;560070,1233805;513080,1110615;448945,972820;342900,753110;187960,416560;41275,99695;0,0" o:connectangles="0,0,0,0,0,0,0,0,0,0,0,0,0,0,0,0,0,0,0"/>
                    </v:shape>
                  </w:pict>
                </mc:Fallback>
              </mc:AlternateContent>
            </w:r>
            <w:r w:rsidR="00E16319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9293" behindDoc="0" locked="0" layoutInCell="1" allowOverlap="1">
                      <wp:simplePos x="0" y="0"/>
                      <wp:positionH relativeFrom="column">
                        <wp:posOffset>3886835</wp:posOffset>
                      </wp:positionH>
                      <wp:positionV relativeFrom="paragraph">
                        <wp:posOffset>2395220</wp:posOffset>
                      </wp:positionV>
                      <wp:extent cx="683260" cy="1691005"/>
                      <wp:effectExtent l="44450" t="81915" r="15240" b="27305"/>
                      <wp:wrapNone/>
                      <wp:docPr id="29" name="Freeform 4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83260" cy="1691005"/>
                              </a:xfrm>
                              <a:custGeom>
                                <a:avLst/>
                                <a:gdLst>
                                  <a:gd name="T0" fmla="*/ 0 w 1076"/>
                                  <a:gd name="T1" fmla="*/ 0 h 2663"/>
                                  <a:gd name="T2" fmla="*/ 83 w 1076"/>
                                  <a:gd name="T3" fmla="*/ 143 h 2663"/>
                                  <a:gd name="T4" fmla="*/ 227 w 1076"/>
                                  <a:gd name="T5" fmla="*/ 499 h 2663"/>
                                  <a:gd name="T6" fmla="*/ 568 w 1076"/>
                                  <a:gd name="T7" fmla="*/ 1205 h 2663"/>
                                  <a:gd name="T8" fmla="*/ 716 w 1076"/>
                                  <a:gd name="T9" fmla="*/ 1500 h 2663"/>
                                  <a:gd name="T10" fmla="*/ 767 w 1076"/>
                                  <a:gd name="T11" fmla="*/ 1630 h 2663"/>
                                  <a:gd name="T12" fmla="*/ 822 w 1076"/>
                                  <a:gd name="T13" fmla="*/ 1847 h 2663"/>
                                  <a:gd name="T14" fmla="*/ 891 w 1076"/>
                                  <a:gd name="T15" fmla="*/ 2096 h 2663"/>
                                  <a:gd name="T16" fmla="*/ 956 w 1076"/>
                                  <a:gd name="T17" fmla="*/ 2303 h 2663"/>
                                  <a:gd name="T18" fmla="*/ 1076 w 1076"/>
                                  <a:gd name="T19" fmla="*/ 2622 h 2663"/>
                                  <a:gd name="T20" fmla="*/ 1071 w 1076"/>
                                  <a:gd name="T21" fmla="*/ 2663 h 2663"/>
                                  <a:gd name="T22" fmla="*/ 923 w 1076"/>
                                  <a:gd name="T23" fmla="*/ 2267 h 2663"/>
                                  <a:gd name="T24" fmla="*/ 836 w 1076"/>
                                  <a:gd name="T25" fmla="*/ 1980 h 2663"/>
                                  <a:gd name="T26" fmla="*/ 743 w 1076"/>
                                  <a:gd name="T27" fmla="*/ 1625 h 2663"/>
                                  <a:gd name="T28" fmla="*/ 554 w 1076"/>
                                  <a:gd name="T29" fmla="*/ 1210 h 2663"/>
                                  <a:gd name="T30" fmla="*/ 314 w 1076"/>
                                  <a:gd name="T31" fmla="*/ 739 h 2663"/>
                                  <a:gd name="T32" fmla="*/ 171 w 1076"/>
                                  <a:gd name="T33" fmla="*/ 430 h 2663"/>
                                  <a:gd name="T34" fmla="*/ 65 w 1076"/>
                                  <a:gd name="T35" fmla="*/ 148 h 2663"/>
                                  <a:gd name="T36" fmla="*/ 0 w 1076"/>
                                  <a:gd name="T37" fmla="*/ 0 h 26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076" h="2663">
                                    <a:moveTo>
                                      <a:pt x="0" y="0"/>
                                    </a:moveTo>
                                    <a:lnTo>
                                      <a:pt x="83" y="143"/>
                                    </a:lnTo>
                                    <a:lnTo>
                                      <a:pt x="227" y="499"/>
                                    </a:lnTo>
                                    <a:lnTo>
                                      <a:pt x="568" y="1205"/>
                                    </a:lnTo>
                                    <a:lnTo>
                                      <a:pt x="716" y="1500"/>
                                    </a:lnTo>
                                    <a:lnTo>
                                      <a:pt x="767" y="1630"/>
                                    </a:lnTo>
                                    <a:lnTo>
                                      <a:pt x="822" y="1847"/>
                                    </a:lnTo>
                                    <a:lnTo>
                                      <a:pt x="891" y="2096"/>
                                    </a:lnTo>
                                    <a:lnTo>
                                      <a:pt x="956" y="2303"/>
                                    </a:lnTo>
                                    <a:lnTo>
                                      <a:pt x="1076" y="2622"/>
                                    </a:lnTo>
                                    <a:lnTo>
                                      <a:pt x="1071" y="2663"/>
                                    </a:lnTo>
                                    <a:lnTo>
                                      <a:pt x="923" y="2267"/>
                                    </a:lnTo>
                                    <a:lnTo>
                                      <a:pt x="836" y="1980"/>
                                    </a:lnTo>
                                    <a:lnTo>
                                      <a:pt x="743" y="1625"/>
                                    </a:lnTo>
                                    <a:lnTo>
                                      <a:pt x="554" y="1210"/>
                                    </a:lnTo>
                                    <a:lnTo>
                                      <a:pt x="314" y="739"/>
                                    </a:lnTo>
                                    <a:lnTo>
                                      <a:pt x="171" y="430"/>
                                    </a:lnTo>
                                    <a:lnTo>
                                      <a:pt x="65" y="14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3156A7" id="Freeform 465" o:spid="_x0000_s1026" style="position:absolute;margin-left:306.05pt;margin-top:188.6pt;width:53.8pt;height:133.15pt;z-index:251639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76,2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" path="m,l83,143,227,499r341,706l716,1500r51,130l822,1847r69,249l956,2303r120,319l1071,2663,923,2267,836,1980,743,1625,554,1210,314,739,171,430,65,148,,xe" fillcolor="#333">
                      <v:path arrowok="t" o:connecttype="custom" o:connectlocs="0,0;52705,90805;144145,316865;360680,765175;454660,952500;487045,1035050;521970,1172845;565785,1330960;607060,1462405;683260,1664970;680085,1691005;586105,1439545;530860,1257300;471805,1031875;351790,768350;199390,469265;108585,273050;41275,93980;0,0" o:connectangles="0,0,0,0,0,0,0,0,0,0,0,0,0,0,0,0,0,0,0"/>
                    </v:shape>
                  </w:pict>
                </mc:Fallback>
              </mc:AlternateContent>
            </w:r>
            <w:r w:rsidR="00E16319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0318" behindDoc="0" locked="0" layoutInCell="1" allowOverlap="1">
                      <wp:simplePos x="0" y="0"/>
                      <wp:positionH relativeFrom="column">
                        <wp:posOffset>3869690</wp:posOffset>
                      </wp:positionH>
                      <wp:positionV relativeFrom="paragraph">
                        <wp:posOffset>2401570</wp:posOffset>
                      </wp:positionV>
                      <wp:extent cx="629920" cy="1831340"/>
                      <wp:effectExtent l="8255" t="31115" r="9525" b="13970"/>
                      <wp:wrapNone/>
                      <wp:docPr id="28" name="Freeform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9920" cy="1831340"/>
                              </a:xfrm>
                              <a:custGeom>
                                <a:avLst/>
                                <a:gdLst>
                                  <a:gd name="T0" fmla="*/ 992 w 992"/>
                                  <a:gd name="T1" fmla="*/ 2884 h 2884"/>
                                  <a:gd name="T2" fmla="*/ 890 w 992"/>
                                  <a:gd name="T3" fmla="*/ 2644 h 2884"/>
                                  <a:gd name="T4" fmla="*/ 752 w 992"/>
                                  <a:gd name="T5" fmla="*/ 2127 h 2884"/>
                                  <a:gd name="T6" fmla="*/ 600 w 992"/>
                                  <a:gd name="T7" fmla="*/ 1680 h 2884"/>
                                  <a:gd name="T8" fmla="*/ 401 w 992"/>
                                  <a:gd name="T9" fmla="*/ 1264 h 2884"/>
                                  <a:gd name="T10" fmla="*/ 230 w 992"/>
                                  <a:gd name="T11" fmla="*/ 960 h 2884"/>
                                  <a:gd name="T12" fmla="*/ 101 w 992"/>
                                  <a:gd name="T13" fmla="*/ 641 h 2884"/>
                                  <a:gd name="T14" fmla="*/ 32 w 992"/>
                                  <a:gd name="T15" fmla="*/ 387 h 2884"/>
                                  <a:gd name="T16" fmla="*/ 0 w 992"/>
                                  <a:gd name="T17" fmla="*/ 203 h 2884"/>
                                  <a:gd name="T18" fmla="*/ 0 w 992"/>
                                  <a:gd name="T19" fmla="*/ 50 h 2884"/>
                                  <a:gd name="T20" fmla="*/ 27 w 992"/>
                                  <a:gd name="T21" fmla="*/ 0 h 2884"/>
                                  <a:gd name="T22" fmla="*/ 23 w 992"/>
                                  <a:gd name="T23" fmla="*/ 240 h 2884"/>
                                  <a:gd name="T24" fmla="*/ 83 w 992"/>
                                  <a:gd name="T25" fmla="*/ 530 h 2884"/>
                                  <a:gd name="T26" fmla="*/ 240 w 992"/>
                                  <a:gd name="T27" fmla="*/ 923 h 2884"/>
                                  <a:gd name="T28" fmla="*/ 438 w 992"/>
                                  <a:gd name="T29" fmla="*/ 1306 h 2884"/>
                                  <a:gd name="T30" fmla="*/ 590 w 992"/>
                                  <a:gd name="T31" fmla="*/ 1606 h 2884"/>
                                  <a:gd name="T32" fmla="*/ 674 w 992"/>
                                  <a:gd name="T33" fmla="*/ 1827 h 2884"/>
                                  <a:gd name="T34" fmla="*/ 807 w 992"/>
                                  <a:gd name="T35" fmla="*/ 2266 h 2884"/>
                                  <a:gd name="T36" fmla="*/ 941 w 992"/>
                                  <a:gd name="T37" fmla="*/ 2750 h 28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992" h="2884">
                                    <a:moveTo>
                                      <a:pt x="992" y="2884"/>
                                    </a:moveTo>
                                    <a:lnTo>
                                      <a:pt x="890" y="2644"/>
                                    </a:lnTo>
                                    <a:lnTo>
                                      <a:pt x="752" y="2127"/>
                                    </a:lnTo>
                                    <a:lnTo>
                                      <a:pt x="600" y="1680"/>
                                    </a:lnTo>
                                    <a:lnTo>
                                      <a:pt x="401" y="1264"/>
                                    </a:lnTo>
                                    <a:lnTo>
                                      <a:pt x="230" y="960"/>
                                    </a:lnTo>
                                    <a:lnTo>
                                      <a:pt x="101" y="641"/>
                                    </a:lnTo>
                                    <a:lnTo>
                                      <a:pt x="32" y="387"/>
                                    </a:lnTo>
                                    <a:lnTo>
                                      <a:pt x="0" y="203"/>
                                    </a:lnTo>
                                    <a:lnTo>
                                      <a:pt x="0" y="50"/>
                                    </a:lnTo>
                                    <a:lnTo>
                                      <a:pt x="27" y="0"/>
                                    </a:lnTo>
                                    <a:lnTo>
                                      <a:pt x="23" y="240"/>
                                    </a:lnTo>
                                    <a:lnTo>
                                      <a:pt x="83" y="530"/>
                                    </a:lnTo>
                                    <a:lnTo>
                                      <a:pt x="240" y="923"/>
                                    </a:lnTo>
                                    <a:lnTo>
                                      <a:pt x="438" y="1306"/>
                                    </a:lnTo>
                                    <a:lnTo>
                                      <a:pt x="590" y="1606"/>
                                    </a:lnTo>
                                    <a:lnTo>
                                      <a:pt x="674" y="1827"/>
                                    </a:lnTo>
                                    <a:lnTo>
                                      <a:pt x="807" y="2266"/>
                                    </a:lnTo>
                                    <a:lnTo>
                                      <a:pt x="941" y="275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5BAF39B" id="Freeform 464" o:spid="_x0000_s1026" style="position:absolute;z-index:251640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54.3pt,333.3pt,349.2pt,321.3pt,342.3pt,295.45pt,334.7pt,273.1pt,324.75pt,252.3pt,316.2pt,237.1pt,309.75pt,221.15pt,306.3pt,208.45pt,304.7pt,199.25pt,304.7pt,191.6pt,306.05pt,189.1pt,305.85pt,201.1pt,308.85pt,215.6pt,316.7pt,235.25pt,326.6pt,254.4pt,334.2pt,269.4pt,338.4pt,280.45pt,345.05pt,302.4pt,351.75pt,326.6pt" coordsize="992,2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" fillcolor="#333">
                      <v:path arrowok="t" o:connecttype="custom" o:connectlocs="629920,1831340;565150,1678940;477520,1350645;381000,1066800;254635,802640;146050,609600;64135,407035;20320,245745;0,128905;0,31750;17145,0;14605,152400;52705,336550;152400,586105;278130,829310;374650,1019810;427990,1160145;512445,1438910;597535,1746250" o:connectangles="0,0,0,0,0,0,0,0,0,0,0,0,0,0,0,0,0,0,0"/>
                    </v:polyline>
                  </w:pict>
                </mc:Fallback>
              </mc:AlternateContent>
            </w:r>
            <w:r w:rsidR="00E16319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1343" behindDoc="0" locked="0" layoutInCell="1" allowOverlap="1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2386965</wp:posOffset>
                      </wp:positionV>
                      <wp:extent cx="638810" cy="1884045"/>
                      <wp:effectExtent l="10795" t="73660" r="45720" b="13970"/>
                      <wp:wrapNone/>
                      <wp:docPr id="27" name="Freeform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8810" cy="1884045"/>
                              </a:xfrm>
                              <a:custGeom>
                                <a:avLst/>
                                <a:gdLst>
                                  <a:gd name="T0" fmla="*/ 5 w 1006"/>
                                  <a:gd name="T1" fmla="*/ 0 h 2967"/>
                                  <a:gd name="T2" fmla="*/ 19 w 1006"/>
                                  <a:gd name="T3" fmla="*/ 120 h 2967"/>
                                  <a:gd name="T4" fmla="*/ 28 w 1006"/>
                                  <a:gd name="T5" fmla="*/ 300 h 2967"/>
                                  <a:gd name="T6" fmla="*/ 60 w 1006"/>
                                  <a:gd name="T7" fmla="*/ 484 h 2967"/>
                                  <a:gd name="T8" fmla="*/ 143 w 1006"/>
                                  <a:gd name="T9" fmla="*/ 733 h 2967"/>
                                  <a:gd name="T10" fmla="*/ 240 w 1006"/>
                                  <a:gd name="T11" fmla="*/ 973 h 2967"/>
                                  <a:gd name="T12" fmla="*/ 383 w 1006"/>
                                  <a:gd name="T13" fmla="*/ 1236 h 2967"/>
                                  <a:gd name="T14" fmla="*/ 503 w 1006"/>
                                  <a:gd name="T15" fmla="*/ 1467 h 2967"/>
                                  <a:gd name="T16" fmla="*/ 596 w 1006"/>
                                  <a:gd name="T17" fmla="*/ 1666 h 2967"/>
                                  <a:gd name="T18" fmla="*/ 702 w 1006"/>
                                  <a:gd name="T19" fmla="*/ 1961 h 2967"/>
                                  <a:gd name="T20" fmla="*/ 808 w 1006"/>
                                  <a:gd name="T21" fmla="*/ 2307 h 2967"/>
                                  <a:gd name="T22" fmla="*/ 919 w 1006"/>
                                  <a:gd name="T23" fmla="*/ 2690 h 2967"/>
                                  <a:gd name="T24" fmla="*/ 970 w 1006"/>
                                  <a:gd name="T25" fmla="*/ 2847 h 2967"/>
                                  <a:gd name="T26" fmla="*/ 1006 w 1006"/>
                                  <a:gd name="T27" fmla="*/ 2967 h 2967"/>
                                  <a:gd name="T28" fmla="*/ 933 w 1006"/>
                                  <a:gd name="T29" fmla="*/ 2787 h 2967"/>
                                  <a:gd name="T30" fmla="*/ 771 w 1006"/>
                                  <a:gd name="T31" fmla="*/ 2280 h 2967"/>
                                  <a:gd name="T32" fmla="*/ 660 w 1006"/>
                                  <a:gd name="T33" fmla="*/ 1901 h 2967"/>
                                  <a:gd name="T34" fmla="*/ 531 w 1006"/>
                                  <a:gd name="T35" fmla="*/ 1583 h 2967"/>
                                  <a:gd name="T36" fmla="*/ 411 w 1006"/>
                                  <a:gd name="T37" fmla="*/ 1329 h 2967"/>
                                  <a:gd name="T38" fmla="*/ 236 w 1006"/>
                                  <a:gd name="T39" fmla="*/ 1001 h 2967"/>
                                  <a:gd name="T40" fmla="*/ 88 w 1006"/>
                                  <a:gd name="T41" fmla="*/ 641 h 2967"/>
                                  <a:gd name="T42" fmla="*/ 14 w 1006"/>
                                  <a:gd name="T43" fmla="*/ 364 h 2967"/>
                                  <a:gd name="T44" fmla="*/ 0 w 1006"/>
                                  <a:gd name="T45" fmla="*/ 193 h 2967"/>
                                  <a:gd name="T46" fmla="*/ 5 w 1006"/>
                                  <a:gd name="T47" fmla="*/ 0 h 29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006" h="2967">
                                    <a:moveTo>
                                      <a:pt x="5" y="0"/>
                                    </a:moveTo>
                                    <a:lnTo>
                                      <a:pt x="19" y="120"/>
                                    </a:lnTo>
                                    <a:lnTo>
                                      <a:pt x="28" y="300"/>
                                    </a:lnTo>
                                    <a:lnTo>
                                      <a:pt x="60" y="484"/>
                                    </a:lnTo>
                                    <a:lnTo>
                                      <a:pt x="143" y="733"/>
                                    </a:lnTo>
                                    <a:lnTo>
                                      <a:pt x="240" y="973"/>
                                    </a:lnTo>
                                    <a:lnTo>
                                      <a:pt x="383" y="1236"/>
                                    </a:lnTo>
                                    <a:lnTo>
                                      <a:pt x="503" y="1467"/>
                                    </a:lnTo>
                                    <a:lnTo>
                                      <a:pt x="596" y="1666"/>
                                    </a:lnTo>
                                    <a:lnTo>
                                      <a:pt x="702" y="1961"/>
                                    </a:lnTo>
                                    <a:lnTo>
                                      <a:pt x="808" y="2307"/>
                                    </a:lnTo>
                                    <a:lnTo>
                                      <a:pt x="919" y="2690"/>
                                    </a:lnTo>
                                    <a:lnTo>
                                      <a:pt x="970" y="2847"/>
                                    </a:lnTo>
                                    <a:lnTo>
                                      <a:pt x="1006" y="2967"/>
                                    </a:lnTo>
                                    <a:lnTo>
                                      <a:pt x="933" y="2787"/>
                                    </a:lnTo>
                                    <a:lnTo>
                                      <a:pt x="771" y="2280"/>
                                    </a:lnTo>
                                    <a:lnTo>
                                      <a:pt x="660" y="1901"/>
                                    </a:lnTo>
                                    <a:lnTo>
                                      <a:pt x="531" y="1583"/>
                                    </a:lnTo>
                                    <a:lnTo>
                                      <a:pt x="411" y="1329"/>
                                    </a:lnTo>
                                    <a:lnTo>
                                      <a:pt x="236" y="1001"/>
                                    </a:lnTo>
                                    <a:lnTo>
                                      <a:pt x="88" y="641"/>
                                    </a:lnTo>
                                    <a:lnTo>
                                      <a:pt x="14" y="364"/>
                                    </a:lnTo>
                                    <a:lnTo>
                                      <a:pt x="0" y="193"/>
                                    </a:lnTo>
                                    <a:lnTo>
                                      <a:pt x="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382A2E" id="Freeform 463" o:spid="_x0000_s1026" style="position:absolute;margin-left:301.9pt;margin-top:187.95pt;width:50.3pt;height:148.35pt;z-index:251641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6,2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" path="m5,l19,120r9,180l60,484r83,249l240,973r143,263l503,1467r93,199l702,1961r106,346l919,2690r51,157l1006,2967,933,2787,771,2280,660,1901,531,1583,411,1329,236,1001,88,641,14,364,,193,5,xe" fillcolor="#333">
                      <v:path arrowok="t" o:connecttype="custom" o:connectlocs="3175,0;12065,76200;17780,190500;38100,307340;90805,465455;152400,617855;243205,784860;319405,931545;378460,1057910;445770,1245235;513080,1464945;583565,1708150;615950,1807845;638810,1884045;592455,1769745;489585,1447800;419100,1207135;337185,1005205;260985,843915;149860,635635;55880,407035;8890,231140;0,122555;3175,0" o:connectangles="0,0,0,0,0,0,0,0,0,0,0,0,0,0,0,0,0,0,0,0,0,0,0,0"/>
                    </v:shape>
                  </w:pict>
                </mc:Fallback>
              </mc:AlternateContent>
            </w:r>
            <w:r w:rsidR="00E16319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4189730</wp:posOffset>
                      </wp:positionH>
                      <wp:positionV relativeFrom="paragraph">
                        <wp:posOffset>2311400</wp:posOffset>
                      </wp:positionV>
                      <wp:extent cx="219075" cy="0"/>
                      <wp:effectExtent l="13970" t="7620" r="5080" b="11430"/>
                      <wp:wrapNone/>
                      <wp:docPr id="26" name="Line 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6AEFF9" id="Line 456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9.9pt,182pt" to="347.15pt,1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RcZFA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"/>
                  </w:pict>
                </mc:Fallback>
              </mc:AlternateContent>
            </w:r>
            <w:r w:rsidR="00E16319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4840605</wp:posOffset>
                      </wp:positionH>
                      <wp:positionV relativeFrom="paragraph">
                        <wp:posOffset>3686175</wp:posOffset>
                      </wp:positionV>
                      <wp:extent cx="300355" cy="152400"/>
                      <wp:effectExtent l="7620" t="1270" r="6350" b="8255"/>
                      <wp:wrapNone/>
                      <wp:docPr id="25" name="Text Box 4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035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16319" w:rsidRPr="004E4B01" w:rsidRDefault="00E16319" w:rsidP="00E1631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T65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61" o:spid="_x0000_s1032" type="#_x0000_t202" style="position:absolute;left:0;text-align:left;margin-left:381.15pt;margin-top:290.25pt;width:23.65pt;height:1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16319" w:rsidRPr="004E4B01" w:rsidRDefault="00E16319" w:rsidP="00E1631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T65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6319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4615815</wp:posOffset>
                      </wp:positionH>
                      <wp:positionV relativeFrom="paragraph">
                        <wp:posOffset>3757930</wp:posOffset>
                      </wp:positionV>
                      <wp:extent cx="219075" cy="0"/>
                      <wp:effectExtent l="11430" t="6350" r="7620" b="12700"/>
                      <wp:wrapNone/>
                      <wp:docPr id="24" name="Line 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E1424D" id="Line 462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45pt,295.9pt" to="380.7pt,2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vi3FA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"/>
                  </w:pict>
                </mc:Fallback>
              </mc:AlternateContent>
            </w:r>
            <w:r w:rsidR="00E16319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1198245</wp:posOffset>
                      </wp:positionH>
                      <wp:positionV relativeFrom="paragraph">
                        <wp:posOffset>509905</wp:posOffset>
                      </wp:positionV>
                      <wp:extent cx="306070" cy="152400"/>
                      <wp:effectExtent l="3810" t="6350" r="4445" b="3175"/>
                      <wp:wrapNone/>
                      <wp:docPr id="23" name="Text Box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E16319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B80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7" o:spid="_x0000_s1034" type="#_x0000_t202" style="position:absolute;left:0;text-align:left;margin-left:94.35pt;margin-top:40.15pt;width:24.1pt;height:1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1aOoA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E16319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B80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6319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3870960</wp:posOffset>
                      </wp:positionH>
                      <wp:positionV relativeFrom="paragraph">
                        <wp:posOffset>3554730</wp:posOffset>
                      </wp:positionV>
                      <wp:extent cx="400050" cy="0"/>
                      <wp:effectExtent l="9525" t="12700" r="9525" b="6350"/>
                      <wp:wrapNone/>
                      <wp:docPr id="20" name="Line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8FBF6C" id="Line 458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8pt,279.9pt" to="336.3pt,2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u/6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"/>
                  </w:pict>
                </mc:Fallback>
              </mc:AlternateContent>
            </w:r>
            <w:r w:rsidR="00E16319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3581400</wp:posOffset>
                      </wp:positionH>
                      <wp:positionV relativeFrom="paragraph">
                        <wp:posOffset>3489325</wp:posOffset>
                      </wp:positionV>
                      <wp:extent cx="306070" cy="152400"/>
                      <wp:effectExtent l="5715" t="4445" r="2540" b="5080"/>
                      <wp:wrapNone/>
                      <wp:docPr id="19" name="Text Box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E16319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B91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6" o:spid="_x0000_s1034" type="#_x0000_t202" style="position:absolute;left:0;text-align:left;margin-left:282pt;margin-top:274.75pt;width:24.1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E16319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B91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6319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3728085</wp:posOffset>
                      </wp:positionH>
                      <wp:positionV relativeFrom="paragraph">
                        <wp:posOffset>3268980</wp:posOffset>
                      </wp:positionV>
                      <wp:extent cx="590550" cy="0"/>
                      <wp:effectExtent l="9525" t="12700" r="9525" b="6350"/>
                      <wp:wrapNone/>
                      <wp:docPr id="18" name="Line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BA5FD7" id="Line 457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55pt,257.4pt" to="340.05pt,2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"/>
                  </w:pict>
                </mc:Fallback>
              </mc:AlternateContent>
            </w:r>
            <w:r w:rsidR="00E16319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3444240</wp:posOffset>
                      </wp:positionH>
                      <wp:positionV relativeFrom="paragraph">
                        <wp:posOffset>3213735</wp:posOffset>
                      </wp:positionV>
                      <wp:extent cx="306070" cy="152400"/>
                      <wp:effectExtent l="1905" t="5080" r="6350" b="4445"/>
                      <wp:wrapNone/>
                      <wp:docPr id="17" name="Text Box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E16319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B61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5" o:spid="_x0000_s1035" type="#_x0000_t202" style="position:absolute;left:0;text-align:left;margin-left:271.2pt;margin-top:253.05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E16319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B61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6319" w:rsidRPr="006015A1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584200</wp:posOffset>
                      </wp:positionV>
                      <wp:extent cx="306070" cy="152400"/>
                      <wp:effectExtent l="1905" t="4445" r="6350" b="5080"/>
                      <wp:wrapNone/>
                      <wp:docPr id="16" name="Text Box 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6E3B" w:rsidRPr="004E4B01" w:rsidRDefault="00E16319" w:rsidP="00016E3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B33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4" o:spid="_x0000_s1036" type="#_x0000_t202" style="position:absolute;left:0;text-align:left;margin-left:-4.8pt;margin-top:46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16E3B" w:rsidRPr="004E4B01" w:rsidRDefault="00E16319" w:rsidP="00016E3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B33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6319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3521075</wp:posOffset>
                      </wp:positionH>
                      <wp:positionV relativeFrom="paragraph">
                        <wp:posOffset>2263140</wp:posOffset>
                      </wp:positionV>
                      <wp:extent cx="306070" cy="152400"/>
                      <wp:effectExtent l="2540" t="6985" r="5715" b="2540"/>
                      <wp:wrapNone/>
                      <wp:docPr id="15" name="Text Box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E16319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B82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9" o:spid="_x0000_s1037" type="#_x0000_t202" style="position:absolute;left:0;text-align:left;margin-left:277.25pt;margin-top:178.2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pVqoA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E16319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B82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6319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3930650</wp:posOffset>
                      </wp:positionH>
                      <wp:positionV relativeFrom="paragraph">
                        <wp:posOffset>2015490</wp:posOffset>
                      </wp:positionV>
                      <wp:extent cx="306070" cy="152400"/>
                      <wp:effectExtent l="2540" t="6985" r="5715" b="2540"/>
                      <wp:wrapNone/>
                      <wp:docPr id="14" name="Text Box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E16319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B61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0" o:spid="_x0000_s1038" type="#_x0000_t202" style="position:absolute;left:0;text-align:left;margin-left:309.5pt;margin-top:158.7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E16319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B61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6319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3673475</wp:posOffset>
                      </wp:positionH>
                      <wp:positionV relativeFrom="paragraph">
                        <wp:posOffset>1748790</wp:posOffset>
                      </wp:positionV>
                      <wp:extent cx="306070" cy="152400"/>
                      <wp:effectExtent l="2540" t="6985" r="5715" b="2540"/>
                      <wp:wrapNone/>
                      <wp:docPr id="13" name="Text Box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E16319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B63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8" o:spid="_x0000_s1039" type="#_x0000_t202" style="position:absolute;left:0;text-align:left;margin-left:289.25pt;margin-top:137.7pt;width:24.1pt;height:1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E16319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6319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626110</wp:posOffset>
                      </wp:positionV>
                      <wp:extent cx="306070" cy="152400"/>
                      <wp:effectExtent l="5715" t="8255" r="2540" b="1270"/>
                      <wp:wrapNone/>
                      <wp:docPr id="12" name="Text Box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E16319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8" o:spid="_x0000_s1040" type="#_x0000_t202" style="position:absolute;left:0;text-align:left;margin-left:125.25pt;margin-top:49.3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E16319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6319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320675</wp:posOffset>
                      </wp:positionV>
                      <wp:extent cx="306070" cy="152400"/>
                      <wp:effectExtent l="5715" t="7620" r="2540" b="1905"/>
                      <wp:wrapNone/>
                      <wp:docPr id="11" name="Text Box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E16319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B64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6" o:spid="_x0000_s1041" type="#_x0000_t202" style="position:absolute;left:0;text-align:left;margin-left:57.75pt;margin-top:25.25pt;width:24.1pt;height:1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E16319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B64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6319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1794510</wp:posOffset>
                      </wp:positionH>
                      <wp:positionV relativeFrom="paragraph">
                        <wp:posOffset>1338580</wp:posOffset>
                      </wp:positionV>
                      <wp:extent cx="477520" cy="152400"/>
                      <wp:effectExtent l="0" t="6350" r="8255" b="3175"/>
                      <wp:wrapNone/>
                      <wp:docPr id="10" name="Text Box 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52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0C04" w:rsidRPr="004E4B01" w:rsidRDefault="00E16319" w:rsidP="004B0C0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Patent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3" o:spid="_x0000_s1042" type="#_x0000_t202" style="position:absolute;left:0;text-align:left;margin-left:141.3pt;margin-top:105.4pt;width:37.6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4B0C04" w:rsidRPr="004E4B01" w:rsidRDefault="00E16319" w:rsidP="004B0C0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Patent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6319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43180</wp:posOffset>
                      </wp:positionV>
                      <wp:extent cx="306070" cy="152400"/>
                      <wp:effectExtent l="0" t="6350" r="8255" b="3175"/>
                      <wp:wrapNone/>
                      <wp:docPr id="9" name="Text Box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E16319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B65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5" o:spid="_x0000_s1043" type="#_x0000_t202" style="position:absolute;left:0;text-align:left;margin-left:37.05pt;margin-top:3.4pt;width:24.1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3V3oQIAAFMFAAAOAAAAZHJzL2Uyb0RvYy54bWysVNuO2yAQfa/Uf0C8Z21nHS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E16319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B65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6319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4215765</wp:posOffset>
                      </wp:positionV>
                      <wp:extent cx="1584960" cy="716280"/>
                      <wp:effectExtent l="0" t="0" r="0" b="635"/>
                      <wp:wrapNone/>
                      <wp:docPr id="8" name="Text Box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Triphasic</w:t>
                                  </w:r>
                                  <w:proofErr w:type="spellEnd"/>
                                </w:p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F8647F" w:rsidRPr="00C2328A" w:rsidRDefault="00F8647F" w:rsidP="00F8647F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E21820" w:rsidRPr="00F8647F" w:rsidRDefault="00E21820" w:rsidP="00F8647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8" o:spid="_x0000_s1044" type="#_x0000_t202" style="position:absolute;left:0;text-align:left;margin-left:252.3pt;margin-top:331.95pt;width:124.8pt;height:56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tWszwIAAOc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9AoQTto0RPbGXQvd+iaxLY+Q69TcHvswdHswAB9dlx1/yDL7xoJuWioWLM7peTQMFpBfqG96V9c&#10;HXG0BVkNn2QFgejGSAe0q1VniwflQIAOfdqfemOTKW3ISUySKZhKsM3CaRS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" filled="f" stroked="f" strokecolor="gray" strokeweight=".25pt">
                      <v:stroke dashstyle="1 1" endcap="round"/>
                      <v:textbox>
                        <w:txbxContent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F8647F" w:rsidRPr="00C2328A" w:rsidRDefault="00F8647F" w:rsidP="00F8647F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E21820" w:rsidRPr="00F8647F" w:rsidRDefault="00E21820" w:rsidP="00F8647F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72033" w:rsidRPr="006015A1" w:rsidTr="00261D9C">
        <w:tc>
          <w:tcPr>
            <w:tcW w:w="1965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72033" w:rsidRPr="006015A1" w:rsidRDefault="00E16319" w:rsidP="006015A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6015A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759460</wp:posOffset>
                      </wp:positionH>
                      <wp:positionV relativeFrom="paragraph">
                        <wp:posOffset>15875</wp:posOffset>
                      </wp:positionV>
                      <wp:extent cx="395605" cy="61595"/>
                      <wp:effectExtent l="12700" t="6985" r="10795" b="17145"/>
                      <wp:wrapNone/>
                      <wp:docPr id="7" name="Freeform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DBAF9B" id="Freeform 89" o:spid="_x0000_s1026" style="position:absolute;margin-left:59.8pt;margin-top:1.25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674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72033" w:rsidRPr="006015A1" w:rsidRDefault="00E16319" w:rsidP="00261D9C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3733800</wp:posOffset>
                      </wp:positionH>
                      <wp:positionV relativeFrom="paragraph">
                        <wp:posOffset>18415</wp:posOffset>
                      </wp:positionV>
                      <wp:extent cx="335280" cy="62865"/>
                      <wp:effectExtent l="12700" t="19050" r="33020" b="13335"/>
                      <wp:wrapNone/>
                      <wp:docPr id="6" name="Freeform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A34CFD" id="Freeform 92" o:spid="_x0000_s1026" style="position:absolute;margin-left:294pt;margin-top:1.45pt;width:26.4pt;height:4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YU0BAQAADoNAAAOAAAAZHJzL2Uyb0RvYy54bWysV12PmzgUfV+p/8HyY6UO2Al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2512695</wp:posOffset>
                      </wp:positionH>
                      <wp:positionV relativeFrom="paragraph">
                        <wp:posOffset>15875</wp:posOffset>
                      </wp:positionV>
                      <wp:extent cx="395605" cy="61595"/>
                      <wp:effectExtent l="10795" t="6985" r="12700" b="17145"/>
                      <wp:wrapNone/>
                      <wp:docPr id="5" name="Freeform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F21D33" id="Freeform 91" o:spid="_x0000_s1026" style="position:absolute;margin-left:197.85pt;margin-top:1.25pt;width:31.15pt;height:4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1738630</wp:posOffset>
                      </wp:positionH>
                      <wp:positionV relativeFrom="paragraph">
                        <wp:posOffset>27940</wp:posOffset>
                      </wp:positionV>
                      <wp:extent cx="395605" cy="61595"/>
                      <wp:effectExtent l="8255" t="9525" r="5715" b="14605"/>
                      <wp:wrapNone/>
                      <wp:docPr id="4" name="Freeform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B7818F" id="Freeform 90" o:spid="_x0000_s1026" style="position:absolute;margin-left:136.9pt;margin-top:2.2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637540</wp:posOffset>
                      </wp:positionH>
                      <wp:positionV relativeFrom="paragraph">
                        <wp:posOffset>21590</wp:posOffset>
                      </wp:positionV>
                      <wp:extent cx="395605" cy="61595"/>
                      <wp:effectExtent l="12065" t="12700" r="11430" b="11430"/>
                      <wp:wrapNone/>
                      <wp:docPr id="3" name="Freeform 8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433B8F" id="Freeform 88" o:spid="_x0000_s1026" alt="Granite" style="position:absolute;margin-left:50.2pt;margin-top:1.7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</w:t>
            </w:r>
          </w:p>
        </w:tc>
      </w:tr>
      <w:tr w:rsidR="00F8647F" w:rsidRPr="006015A1" w:rsidTr="00261D9C">
        <w:trPr>
          <w:gridAfter w:val="1"/>
          <w:wAfter w:w="13" w:type="dxa"/>
        </w:trPr>
        <w:tc>
          <w:tcPr>
            <w:tcW w:w="19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Aortoiliac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 Segment:</w:t>
            </w:r>
          </w:p>
        </w:tc>
        <w:tc>
          <w:tcPr>
            <w:tcW w:w="76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E16319" w:rsidP="006C45DF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Unable to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visualise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the mid-distal CIA and proximal-mid EIA bilaterally due to the presence of overlying bowel gas. </w:t>
            </w:r>
            <w:r w:rsidR="006C45DF">
              <w:rPr>
                <w:rFonts w:ascii="Arial" w:hAnsi="Arial"/>
                <w:bCs/>
                <w:sz w:val="18"/>
                <w:szCs w:val="18"/>
              </w:rPr>
              <w:t>High resistance l</w:t>
            </w:r>
            <w:r w:rsidR="00C235A9">
              <w:rPr>
                <w:rFonts w:ascii="Arial" w:hAnsi="Arial"/>
                <w:bCs/>
                <w:sz w:val="18"/>
                <w:szCs w:val="18"/>
              </w:rPr>
              <w:t xml:space="preserve">ow velocity flow in the proximal right CIA </w:t>
            </w:r>
            <w:r w:rsidR="006C45DF">
              <w:rPr>
                <w:rFonts w:ascii="Arial" w:hAnsi="Arial"/>
                <w:bCs/>
                <w:sz w:val="18"/>
                <w:szCs w:val="18"/>
              </w:rPr>
              <w:t xml:space="preserve">in combination with </w:t>
            </w:r>
            <w:r w:rsidR="00C235A9">
              <w:rPr>
                <w:rFonts w:ascii="Arial" w:hAnsi="Arial"/>
                <w:bCs/>
                <w:sz w:val="18"/>
                <w:szCs w:val="18"/>
              </w:rPr>
              <w:t>t</w:t>
            </w:r>
            <w:r>
              <w:rPr>
                <w:rFonts w:ascii="Arial" w:hAnsi="Arial"/>
                <w:bCs/>
                <w:sz w:val="18"/>
                <w:szCs w:val="18"/>
              </w:rPr>
              <w:t>urbulent flow</w:t>
            </w:r>
            <w:r w:rsidR="00C235A9">
              <w:rPr>
                <w:rFonts w:ascii="Arial" w:hAnsi="Arial"/>
                <w:bCs/>
                <w:sz w:val="18"/>
                <w:szCs w:val="18"/>
              </w:rPr>
              <w:t xml:space="preserve"> i</w:t>
            </w:r>
            <w:r>
              <w:rPr>
                <w:rFonts w:ascii="Arial" w:hAnsi="Arial"/>
                <w:bCs/>
                <w:sz w:val="18"/>
                <w:szCs w:val="18"/>
              </w:rPr>
              <w:t>n the distal</w:t>
            </w:r>
            <w:r w:rsidR="00C235A9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C235A9">
              <w:rPr>
                <w:rFonts w:ascii="Arial" w:hAnsi="Arial"/>
                <w:bCs/>
                <w:sz w:val="18"/>
                <w:szCs w:val="18"/>
              </w:rPr>
              <w:t xml:space="preserve">right </w:t>
            </w:r>
            <w:r>
              <w:rPr>
                <w:rFonts w:ascii="Arial" w:hAnsi="Arial"/>
                <w:bCs/>
                <w:sz w:val="18"/>
                <w:szCs w:val="18"/>
              </w:rPr>
              <w:t>EIA</w:t>
            </w:r>
            <w:r w:rsidR="00C235A9">
              <w:rPr>
                <w:rFonts w:ascii="Arial" w:hAnsi="Arial"/>
                <w:bCs/>
                <w:sz w:val="18"/>
                <w:szCs w:val="18"/>
              </w:rPr>
              <w:t xml:space="preserve"> indicates the presence of significant disease in between these sections</w:t>
            </w:r>
            <w:bookmarkStart w:id="0" w:name="_GoBack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>.</w:t>
            </w:r>
            <w:r w:rsidR="00261D9C">
              <w:rPr>
                <w:rFonts w:ascii="Arial" w:hAnsi="Arial"/>
                <w:bCs/>
                <w:sz w:val="18"/>
                <w:szCs w:val="18"/>
              </w:rPr>
              <w:t xml:space="preserve"> Normal velocities and waveforms in the left distal EIA, which does not indicate the presence of proximal disease.</w:t>
            </w:r>
            <w:r w:rsidR="004C5771">
              <w:rPr>
                <w:rFonts w:ascii="Arial" w:hAnsi="Arial"/>
                <w:bCs/>
                <w:sz w:val="18"/>
                <w:szCs w:val="18"/>
              </w:rPr>
              <w:t xml:space="preserve"> The </w:t>
            </w:r>
            <w:r w:rsidR="00261D9C">
              <w:rPr>
                <w:rFonts w:ascii="Arial" w:hAnsi="Arial"/>
                <w:bCs/>
                <w:sz w:val="18"/>
                <w:szCs w:val="18"/>
              </w:rPr>
              <w:t xml:space="preserve">distal abdominal </w:t>
            </w:r>
            <w:r w:rsidR="004C5771">
              <w:rPr>
                <w:rFonts w:ascii="Arial" w:hAnsi="Arial"/>
                <w:bCs/>
                <w:sz w:val="18"/>
                <w:szCs w:val="18"/>
              </w:rPr>
              <w:t xml:space="preserve">Aorta is </w:t>
            </w:r>
            <w:proofErr w:type="spellStart"/>
            <w:r w:rsidR="004C5771">
              <w:rPr>
                <w:rFonts w:ascii="Arial" w:hAnsi="Arial"/>
                <w:bCs/>
                <w:sz w:val="18"/>
                <w:szCs w:val="18"/>
              </w:rPr>
              <w:t>ectatic</w:t>
            </w:r>
            <w:proofErr w:type="spellEnd"/>
            <w:r w:rsidR="004C5771">
              <w:rPr>
                <w:rFonts w:ascii="Arial" w:hAnsi="Arial"/>
                <w:bCs/>
                <w:sz w:val="18"/>
                <w:szCs w:val="18"/>
              </w:rPr>
              <w:t>, measuring 2.6cm in diameter.</w:t>
            </w:r>
          </w:p>
        </w:tc>
      </w:tr>
      <w:tr w:rsidR="00F8647F" w:rsidRPr="006015A1" w:rsidTr="00261D9C">
        <w:trPr>
          <w:gridAfter w:val="1"/>
          <w:wAfter w:w="13" w:type="dxa"/>
        </w:trPr>
        <w:tc>
          <w:tcPr>
            <w:tcW w:w="19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76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E16319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Mild calcification with no significant stenosis seen.</w:t>
            </w:r>
          </w:p>
        </w:tc>
      </w:tr>
      <w:tr w:rsidR="00F8647F" w:rsidRPr="006015A1" w:rsidTr="00261D9C">
        <w:trPr>
          <w:gridAfter w:val="1"/>
          <w:wAfter w:w="13" w:type="dxa"/>
        </w:trPr>
        <w:tc>
          <w:tcPr>
            <w:tcW w:w="19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Proximal </w:t>
            </w: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Profunda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Femoris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6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E16319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 at origin.</w:t>
            </w:r>
          </w:p>
        </w:tc>
      </w:tr>
      <w:tr w:rsidR="00F8647F" w:rsidRPr="006015A1" w:rsidTr="00261D9C">
        <w:trPr>
          <w:gridAfter w:val="1"/>
          <w:wAfter w:w="13" w:type="dxa"/>
        </w:trPr>
        <w:tc>
          <w:tcPr>
            <w:tcW w:w="19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76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E16319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Patent. 50-74% proximal SFA stenosis. Diffuse calcification throughout. </w:t>
            </w:r>
          </w:p>
        </w:tc>
      </w:tr>
      <w:tr w:rsidR="00F8647F" w:rsidRPr="006015A1" w:rsidTr="00261D9C">
        <w:trPr>
          <w:gridAfter w:val="1"/>
          <w:wAfter w:w="13" w:type="dxa"/>
        </w:trPr>
        <w:tc>
          <w:tcPr>
            <w:tcW w:w="19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76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E16319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Patent. Mild calcific atheroma (&lt;50%) with no significant stenosis seen. </w:t>
            </w:r>
          </w:p>
        </w:tc>
      </w:tr>
      <w:tr w:rsidR="00F8647F" w:rsidRPr="006015A1" w:rsidTr="00261D9C">
        <w:trPr>
          <w:gridAfter w:val="1"/>
          <w:wAfter w:w="13" w:type="dxa"/>
        </w:trPr>
        <w:tc>
          <w:tcPr>
            <w:tcW w:w="19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766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Default="00E16319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3 vessel run off seen to cross the ankle. 50-74% proximal ATA stenosis. Diffuse calcification throughout. </w:t>
            </w:r>
          </w:p>
          <w:p w:rsidR="00E16319" w:rsidRPr="006015A1" w:rsidRDefault="00E16319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6015A1" w:rsidTr="00261D9C">
        <w:trPr>
          <w:gridAfter w:val="1"/>
          <w:wAfter w:w="13" w:type="dxa"/>
        </w:trPr>
        <w:tc>
          <w:tcPr>
            <w:tcW w:w="1965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6015A1" w:rsidRDefault="00784424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661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6015A1" w:rsidRDefault="00F37BD1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C56EDD" w:rsidRDefault="00694581">
      <w:pPr>
        <w:rPr>
          <w:rFonts w:ascii="Arial" w:hAnsi="Arial" w:cs="Arial"/>
          <w:sz w:val="18"/>
          <w:szCs w:val="18"/>
        </w:rPr>
      </w:pPr>
    </w:p>
    <w:sectPr w:rsidR="00694581" w:rsidRPr="00C56EDD" w:rsidSect="003F7FA3">
      <w:headerReference w:type="default" r:id="rId9"/>
      <w:footerReference w:type="default" r:id="rId10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BD1" w:rsidRDefault="00F37BD1">
      <w:r>
        <w:separator/>
      </w:r>
    </w:p>
  </w:endnote>
  <w:endnote w:type="continuationSeparator" w:id="0">
    <w:p w:rsidR="00F37BD1" w:rsidRDefault="00F37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820" w:rsidRPr="00C77B66" w:rsidRDefault="00E21820" w:rsidP="00C77B66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BD1" w:rsidRDefault="00F37BD1">
      <w:r>
        <w:separator/>
      </w:r>
    </w:p>
  </w:footnote>
  <w:footnote w:type="continuationSeparator" w:id="0">
    <w:p w:rsidR="00F37BD1" w:rsidRDefault="00F37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FA3" w:rsidRDefault="00E16319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4761230</wp:posOffset>
          </wp:positionH>
          <wp:positionV relativeFrom="paragraph">
            <wp:posOffset>-49530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BD1"/>
    <w:rsid w:val="00016E3B"/>
    <w:rsid w:val="000266FD"/>
    <w:rsid w:val="0003782A"/>
    <w:rsid w:val="00042601"/>
    <w:rsid w:val="00082FF5"/>
    <w:rsid w:val="000A3239"/>
    <w:rsid w:val="000C0F48"/>
    <w:rsid w:val="000D25CF"/>
    <w:rsid w:val="00106CEB"/>
    <w:rsid w:val="00130125"/>
    <w:rsid w:val="00130D4E"/>
    <w:rsid w:val="001747DC"/>
    <w:rsid w:val="0019274F"/>
    <w:rsid w:val="00194910"/>
    <w:rsid w:val="001E5DCF"/>
    <w:rsid w:val="002027E7"/>
    <w:rsid w:val="00202BBA"/>
    <w:rsid w:val="0020510B"/>
    <w:rsid w:val="00216637"/>
    <w:rsid w:val="00224FA1"/>
    <w:rsid w:val="002523B4"/>
    <w:rsid w:val="00252DD3"/>
    <w:rsid w:val="00261D9C"/>
    <w:rsid w:val="00264648"/>
    <w:rsid w:val="00267D9C"/>
    <w:rsid w:val="00267E93"/>
    <w:rsid w:val="00274108"/>
    <w:rsid w:val="002845F4"/>
    <w:rsid w:val="002C2267"/>
    <w:rsid w:val="002D5608"/>
    <w:rsid w:val="002E4B0D"/>
    <w:rsid w:val="002E67BE"/>
    <w:rsid w:val="002F29A9"/>
    <w:rsid w:val="00306B5A"/>
    <w:rsid w:val="003103F4"/>
    <w:rsid w:val="003112C6"/>
    <w:rsid w:val="00317A10"/>
    <w:rsid w:val="00324B94"/>
    <w:rsid w:val="00332965"/>
    <w:rsid w:val="00334A76"/>
    <w:rsid w:val="0034322A"/>
    <w:rsid w:val="00347E54"/>
    <w:rsid w:val="003512C1"/>
    <w:rsid w:val="00391A9B"/>
    <w:rsid w:val="00392EB6"/>
    <w:rsid w:val="003A31C2"/>
    <w:rsid w:val="003B7DF9"/>
    <w:rsid w:val="003D2437"/>
    <w:rsid w:val="003F7FA3"/>
    <w:rsid w:val="00400424"/>
    <w:rsid w:val="004063ED"/>
    <w:rsid w:val="0041713E"/>
    <w:rsid w:val="0042230F"/>
    <w:rsid w:val="00431DE6"/>
    <w:rsid w:val="0043201F"/>
    <w:rsid w:val="004400FD"/>
    <w:rsid w:val="00443A11"/>
    <w:rsid w:val="00446D9E"/>
    <w:rsid w:val="004479C2"/>
    <w:rsid w:val="00464EE7"/>
    <w:rsid w:val="00475D18"/>
    <w:rsid w:val="004770A1"/>
    <w:rsid w:val="004932D3"/>
    <w:rsid w:val="004934E7"/>
    <w:rsid w:val="004B0786"/>
    <w:rsid w:val="004B0C04"/>
    <w:rsid w:val="004C374F"/>
    <w:rsid w:val="004C5771"/>
    <w:rsid w:val="004C694B"/>
    <w:rsid w:val="004F3275"/>
    <w:rsid w:val="004F7760"/>
    <w:rsid w:val="005177B0"/>
    <w:rsid w:val="0052175F"/>
    <w:rsid w:val="00572033"/>
    <w:rsid w:val="005D3A41"/>
    <w:rsid w:val="005E2D54"/>
    <w:rsid w:val="005E5BC0"/>
    <w:rsid w:val="005F455E"/>
    <w:rsid w:val="006015A1"/>
    <w:rsid w:val="00630CF9"/>
    <w:rsid w:val="00633917"/>
    <w:rsid w:val="0064186A"/>
    <w:rsid w:val="0065477B"/>
    <w:rsid w:val="00663D4E"/>
    <w:rsid w:val="00684981"/>
    <w:rsid w:val="00687CAB"/>
    <w:rsid w:val="00694581"/>
    <w:rsid w:val="006A4D8E"/>
    <w:rsid w:val="006C02CB"/>
    <w:rsid w:val="006C45DF"/>
    <w:rsid w:val="006F1F8F"/>
    <w:rsid w:val="00735D1B"/>
    <w:rsid w:val="0077506E"/>
    <w:rsid w:val="00781E01"/>
    <w:rsid w:val="00784424"/>
    <w:rsid w:val="007A0A8C"/>
    <w:rsid w:val="007A7B01"/>
    <w:rsid w:val="007B024A"/>
    <w:rsid w:val="007C096F"/>
    <w:rsid w:val="00834776"/>
    <w:rsid w:val="00845175"/>
    <w:rsid w:val="008527CA"/>
    <w:rsid w:val="008A16E0"/>
    <w:rsid w:val="008B5D7F"/>
    <w:rsid w:val="008C682C"/>
    <w:rsid w:val="008D27CF"/>
    <w:rsid w:val="008D344E"/>
    <w:rsid w:val="00901CDD"/>
    <w:rsid w:val="00907C23"/>
    <w:rsid w:val="00911F56"/>
    <w:rsid w:val="00922FD7"/>
    <w:rsid w:val="00937D9E"/>
    <w:rsid w:val="0094691B"/>
    <w:rsid w:val="009704D6"/>
    <w:rsid w:val="00981F73"/>
    <w:rsid w:val="00985862"/>
    <w:rsid w:val="009A34D2"/>
    <w:rsid w:val="009A5CA0"/>
    <w:rsid w:val="009C6954"/>
    <w:rsid w:val="009D2BAA"/>
    <w:rsid w:val="009E69C7"/>
    <w:rsid w:val="00A00D03"/>
    <w:rsid w:val="00A50BBC"/>
    <w:rsid w:val="00A5497F"/>
    <w:rsid w:val="00A5541F"/>
    <w:rsid w:val="00A7491A"/>
    <w:rsid w:val="00A84E3C"/>
    <w:rsid w:val="00AA6449"/>
    <w:rsid w:val="00AA7A3D"/>
    <w:rsid w:val="00AA7DC6"/>
    <w:rsid w:val="00AC13F4"/>
    <w:rsid w:val="00AD1C52"/>
    <w:rsid w:val="00AE30A1"/>
    <w:rsid w:val="00AF27D7"/>
    <w:rsid w:val="00B46ED4"/>
    <w:rsid w:val="00B67AFA"/>
    <w:rsid w:val="00B930C2"/>
    <w:rsid w:val="00BE0C6B"/>
    <w:rsid w:val="00BF200C"/>
    <w:rsid w:val="00C20259"/>
    <w:rsid w:val="00C235A9"/>
    <w:rsid w:val="00C4581A"/>
    <w:rsid w:val="00C46C3E"/>
    <w:rsid w:val="00C47CD3"/>
    <w:rsid w:val="00C56EDD"/>
    <w:rsid w:val="00C732E4"/>
    <w:rsid w:val="00C77B66"/>
    <w:rsid w:val="00C9350C"/>
    <w:rsid w:val="00CA11B2"/>
    <w:rsid w:val="00CA3CC5"/>
    <w:rsid w:val="00CB33A4"/>
    <w:rsid w:val="00CC6657"/>
    <w:rsid w:val="00CD7188"/>
    <w:rsid w:val="00CF5D0F"/>
    <w:rsid w:val="00CF7A3E"/>
    <w:rsid w:val="00D06EBF"/>
    <w:rsid w:val="00D25847"/>
    <w:rsid w:val="00D34D9F"/>
    <w:rsid w:val="00D42CEC"/>
    <w:rsid w:val="00D605F8"/>
    <w:rsid w:val="00D70407"/>
    <w:rsid w:val="00D8557F"/>
    <w:rsid w:val="00D86908"/>
    <w:rsid w:val="00DB4A2B"/>
    <w:rsid w:val="00DD13FB"/>
    <w:rsid w:val="00DE7549"/>
    <w:rsid w:val="00DF3825"/>
    <w:rsid w:val="00E02575"/>
    <w:rsid w:val="00E02F9D"/>
    <w:rsid w:val="00E04DCA"/>
    <w:rsid w:val="00E071B6"/>
    <w:rsid w:val="00E16319"/>
    <w:rsid w:val="00E21820"/>
    <w:rsid w:val="00E21EED"/>
    <w:rsid w:val="00E51BD6"/>
    <w:rsid w:val="00E62A18"/>
    <w:rsid w:val="00E70784"/>
    <w:rsid w:val="00E75EB3"/>
    <w:rsid w:val="00E80E3F"/>
    <w:rsid w:val="00E84E8C"/>
    <w:rsid w:val="00E96ADB"/>
    <w:rsid w:val="00EE3D4D"/>
    <w:rsid w:val="00EF7F68"/>
    <w:rsid w:val="00F03878"/>
    <w:rsid w:val="00F140F6"/>
    <w:rsid w:val="00F212E8"/>
    <w:rsid w:val="00F37BD1"/>
    <w:rsid w:val="00F62C4D"/>
    <w:rsid w:val="00F8023E"/>
    <w:rsid w:val="00F8647F"/>
    <w:rsid w:val="00F90BE6"/>
    <w:rsid w:val="00FB5A9B"/>
    <w:rsid w:val="00FC2EFB"/>
    <w:rsid w:val="00FC3506"/>
    <w:rsid w:val="00FD5807"/>
    <w:rsid w:val="00FE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ddd,#eaeaea"/>
    </o:shapedefaults>
    <o:shapelayout v:ext="edit">
      <o:idmap v:ext="edit" data="1"/>
    </o:shapelayout>
  </w:shapeDefaults>
  <w:decimalSymbol w:val="."/>
  <w:listSeparator w:val=","/>
  <w14:docId w14:val="7A219818"/>
  <w15:chartTrackingRefBased/>
  <w15:docId w15:val="{7C23D926-59C7-4C3B-95F5-BAC383F7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LEFT%20SIDE\Arterial%20Lt%20LE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E6935-B8A4-43E8-81BD-B588D9BF3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Arterial Lt LEA</Template>
  <TotalTime>12</TotalTime>
  <Pages>1</Pages>
  <Words>179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James, Robert</dc:creator>
  <cp:keywords/>
  <cp:lastModifiedBy>James, Robert</cp:lastModifiedBy>
  <cp:revision>6</cp:revision>
  <dcterms:created xsi:type="dcterms:W3CDTF">2020-08-12T07:59:00Z</dcterms:created>
  <dcterms:modified xsi:type="dcterms:W3CDTF">2020-08-14T08:36:00Z</dcterms:modified>
  <cp:category>Patient Report</cp:category>
</cp:coreProperties>
</file>